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ED1" w:rsidRPr="00763ED1" w:rsidRDefault="00684369" w:rsidP="00763E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5EB7D1F0" wp14:editId="4CFDCD16">
            <wp:simplePos x="0" y="0"/>
            <wp:positionH relativeFrom="column">
              <wp:posOffset>247650</wp:posOffset>
            </wp:positionH>
            <wp:positionV relativeFrom="paragraph">
              <wp:posOffset>-192718</wp:posOffset>
            </wp:positionV>
            <wp:extent cx="933544" cy="900753"/>
            <wp:effectExtent l="0" t="0" r="0" b="0"/>
            <wp:wrapNone/>
            <wp:docPr id="1" name="Picture 1" descr="logo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ogo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544" cy="90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71FD2C0C" wp14:editId="188FC651">
            <wp:simplePos x="0" y="0"/>
            <wp:positionH relativeFrom="margin">
              <wp:posOffset>8663940</wp:posOffset>
            </wp:positionH>
            <wp:positionV relativeFrom="paragraph">
              <wp:posOffset>-104775</wp:posOffset>
            </wp:positionV>
            <wp:extent cx="1161415" cy="92392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17" t="24292" r="52083" b="487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141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3ED1" w:rsidRPr="00763ED1">
        <w:rPr>
          <w:rFonts w:ascii="Times New Roman" w:hAnsi="Times New Roman" w:cs="Times New Roman"/>
          <w:b/>
          <w:sz w:val="28"/>
          <w:szCs w:val="28"/>
        </w:rPr>
        <w:t>Islamic Republic of Afghanistan</w:t>
      </w:r>
    </w:p>
    <w:p w:rsidR="00763ED1" w:rsidRPr="00763ED1" w:rsidRDefault="00763ED1" w:rsidP="00763ED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D1">
        <w:rPr>
          <w:rFonts w:ascii="Times New Roman" w:hAnsi="Times New Roman" w:cs="Times New Roman"/>
          <w:b/>
          <w:sz w:val="28"/>
          <w:szCs w:val="28"/>
        </w:rPr>
        <w:t>Ministry of Mines and Petroleum</w:t>
      </w:r>
    </w:p>
    <w:p w:rsidR="009508C2" w:rsidRPr="00763ED1" w:rsidRDefault="009508C2" w:rsidP="00763ED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3ED1">
        <w:rPr>
          <w:rFonts w:ascii="Times New Roman" w:hAnsi="Times New Roman" w:cs="Times New Roman"/>
          <w:b/>
          <w:sz w:val="28"/>
          <w:szCs w:val="28"/>
        </w:rPr>
        <w:t xml:space="preserve">Directorate of </w:t>
      </w:r>
      <w:r w:rsidR="00763ED1" w:rsidRPr="00763ED1">
        <w:rPr>
          <w:rFonts w:ascii="Times New Roman" w:hAnsi="Times New Roman" w:cs="Times New Roman"/>
          <w:b/>
          <w:sz w:val="28"/>
          <w:szCs w:val="28"/>
        </w:rPr>
        <w:t>Cadaster</w:t>
      </w:r>
      <w:r w:rsidRPr="00763ED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00EEC" w:rsidRDefault="00A00EEC" w:rsidP="00763ED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PD # 9</w:t>
      </w:r>
    </w:p>
    <w:p w:rsidR="009508C2" w:rsidRPr="00F849D7" w:rsidRDefault="009508C2" w:rsidP="00763ED1">
      <w:pPr>
        <w:spacing w:after="0"/>
        <w:jc w:val="center"/>
        <w:rPr>
          <w:rFonts w:ascii="Times New Roman" w:hAnsi="Times New Roman" w:cs="Times New Roman"/>
          <w:b/>
        </w:rPr>
      </w:pPr>
      <w:r w:rsidRPr="00F849D7">
        <w:rPr>
          <w:rFonts w:ascii="Times New Roman" w:hAnsi="Times New Roman" w:cs="Times New Roman"/>
          <w:b/>
        </w:rPr>
        <w:t xml:space="preserve">Shaheed Abdulhaq </w:t>
      </w:r>
      <w:r w:rsidR="00A00EEC">
        <w:rPr>
          <w:rFonts w:ascii="Times New Roman" w:hAnsi="Times New Roman" w:cs="Times New Roman"/>
          <w:b/>
        </w:rPr>
        <w:t xml:space="preserve">Square </w:t>
      </w:r>
    </w:p>
    <w:p w:rsidR="009508C2" w:rsidRPr="00F849D7" w:rsidRDefault="00661EC4" w:rsidP="00763ED1">
      <w:pPr>
        <w:spacing w:after="0"/>
        <w:jc w:val="center"/>
        <w:rPr>
          <w:rFonts w:ascii="Times New Roman" w:hAnsi="Times New Roman" w:cs="Times New Roman"/>
          <w:b/>
        </w:rPr>
      </w:pPr>
      <w:r w:rsidRPr="00F849D7">
        <w:rPr>
          <w:rFonts w:ascii="Times New Roman" w:hAnsi="Times New Roman" w:cs="Times New Roman"/>
          <w:b/>
        </w:rPr>
        <w:t>Beside</w:t>
      </w:r>
      <w:r w:rsidR="009508C2" w:rsidRPr="00F849D7">
        <w:rPr>
          <w:rFonts w:ascii="Times New Roman" w:hAnsi="Times New Roman" w:cs="Times New Roman"/>
          <w:b/>
        </w:rPr>
        <w:t xml:space="preserve"> Maslakh</w:t>
      </w:r>
      <w:r w:rsidR="00A00EEC">
        <w:rPr>
          <w:rFonts w:ascii="Times New Roman" w:hAnsi="Times New Roman" w:cs="Times New Roman"/>
          <w:b/>
        </w:rPr>
        <w:t>, Kabul</w:t>
      </w:r>
    </w:p>
    <w:p w:rsidR="009508C2" w:rsidRPr="00F849D7" w:rsidRDefault="009508C2" w:rsidP="00F849D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B258E" w:rsidRPr="004957C5" w:rsidRDefault="001307D1" w:rsidP="001307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4957C5">
        <w:rPr>
          <w:rFonts w:ascii="Times New Roman" w:hAnsi="Times New Roman" w:cs="Times New Roman"/>
          <w:b/>
          <w:sz w:val="24"/>
          <w:szCs w:val="24"/>
        </w:rPr>
        <w:t>Information</w:t>
      </w:r>
      <w:r>
        <w:rPr>
          <w:rFonts w:ascii="Times New Roman" w:hAnsi="Times New Roman" w:cs="Times New Roman"/>
          <w:b/>
          <w:sz w:val="24"/>
          <w:szCs w:val="24"/>
        </w:rPr>
        <w:t xml:space="preserve"> on</w:t>
      </w:r>
      <w:r w:rsidRPr="004957C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Beneficial Ownership of Minerals Rights Holder</w:t>
      </w:r>
    </w:p>
    <w:bookmarkEnd w:id="0"/>
    <w:p w:rsidR="004957C5" w:rsidRDefault="004957C5" w:rsidP="00F849D7">
      <w:pPr>
        <w:spacing w:after="0" w:line="240" w:lineRule="auto"/>
        <w:rPr>
          <w:rFonts w:ascii="Times New Roman" w:hAnsi="Times New Roman" w:cs="Times New Roman"/>
          <w:b/>
        </w:rPr>
      </w:pPr>
    </w:p>
    <w:p w:rsidR="00F849D7" w:rsidRPr="00F849D7" w:rsidRDefault="00F849D7" w:rsidP="00F849D7">
      <w:pPr>
        <w:spacing w:after="0" w:line="240" w:lineRule="auto"/>
        <w:rPr>
          <w:rFonts w:ascii="Times New Roman" w:hAnsi="Times New Roman" w:cs="Times New Roman"/>
          <w:b/>
        </w:rPr>
      </w:pPr>
      <w:r w:rsidRPr="00F849D7">
        <w:rPr>
          <w:rFonts w:ascii="Times New Roman" w:hAnsi="Times New Roman" w:cs="Times New Roman"/>
          <w:b/>
        </w:rPr>
        <w:tab/>
      </w:r>
      <w:r w:rsidRPr="00F849D7">
        <w:rPr>
          <w:rFonts w:ascii="Times New Roman" w:hAnsi="Times New Roman" w:cs="Times New Roman"/>
          <w:b/>
        </w:rPr>
        <w:tab/>
      </w:r>
      <w:r w:rsidRPr="00F849D7">
        <w:rPr>
          <w:rFonts w:ascii="Times New Roman" w:hAnsi="Times New Roman" w:cs="Times New Roman"/>
          <w:b/>
        </w:rPr>
        <w:tab/>
      </w:r>
      <w:r w:rsidRPr="00F849D7">
        <w:rPr>
          <w:rFonts w:ascii="Times New Roman" w:hAnsi="Times New Roman" w:cs="Times New Roman"/>
          <w:b/>
        </w:rPr>
        <w:tab/>
      </w:r>
      <w:r w:rsidRPr="00F849D7">
        <w:rPr>
          <w:rFonts w:ascii="Times New Roman" w:hAnsi="Times New Roman" w:cs="Times New Roman"/>
          <w:b/>
        </w:rPr>
        <w:tab/>
      </w:r>
      <w:r w:rsidRPr="00F849D7">
        <w:rPr>
          <w:rFonts w:ascii="Times New Roman" w:hAnsi="Times New Roman" w:cs="Times New Roman"/>
          <w:b/>
        </w:rPr>
        <w:tab/>
      </w:r>
    </w:p>
    <w:tbl>
      <w:tblPr>
        <w:tblStyle w:val="TableGrid"/>
        <w:tblW w:w="14912" w:type="dxa"/>
        <w:tblLook w:val="04A0" w:firstRow="1" w:lastRow="0" w:firstColumn="1" w:lastColumn="0" w:noHBand="0" w:noVBand="1"/>
      </w:tblPr>
      <w:tblGrid>
        <w:gridCol w:w="547"/>
        <w:gridCol w:w="1536"/>
        <w:gridCol w:w="1206"/>
        <w:gridCol w:w="1964"/>
        <w:gridCol w:w="1375"/>
        <w:gridCol w:w="1546"/>
        <w:gridCol w:w="1665"/>
        <w:gridCol w:w="1322"/>
        <w:gridCol w:w="1292"/>
        <w:gridCol w:w="1262"/>
        <w:gridCol w:w="1197"/>
      </w:tblGrid>
      <w:tr w:rsidR="00836AE2" w:rsidRPr="00F849D7" w:rsidTr="00FB42BD">
        <w:trPr>
          <w:trHeight w:val="438"/>
        </w:trPr>
        <w:tc>
          <w:tcPr>
            <w:tcW w:w="547" w:type="dxa"/>
            <w:vMerge w:val="restart"/>
            <w:shd w:val="clear" w:color="auto" w:fill="DBE5F1" w:themeFill="accent1" w:themeFillTint="33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9D7">
              <w:rPr>
                <w:rFonts w:ascii="Times New Roman" w:hAnsi="Times New Roman" w:cs="Times New Roman"/>
                <w:b/>
                <w:bCs/>
              </w:rPr>
              <w:t>No.</w:t>
            </w:r>
          </w:p>
        </w:tc>
        <w:tc>
          <w:tcPr>
            <w:tcW w:w="1536" w:type="dxa"/>
            <w:vMerge w:val="restart"/>
            <w:shd w:val="clear" w:color="auto" w:fill="DBE5F1" w:themeFill="accent1" w:themeFillTint="33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Company Name</w:t>
            </w:r>
          </w:p>
        </w:tc>
        <w:tc>
          <w:tcPr>
            <w:tcW w:w="1206" w:type="dxa"/>
            <w:vMerge w:val="restart"/>
            <w:shd w:val="clear" w:color="auto" w:fill="DBE5F1" w:themeFill="accent1" w:themeFillTint="33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Type of Company</w:t>
            </w:r>
          </w:p>
        </w:tc>
        <w:tc>
          <w:tcPr>
            <w:tcW w:w="1964" w:type="dxa"/>
            <w:vMerge w:val="restart"/>
            <w:shd w:val="clear" w:color="auto" w:fill="DBE5F1" w:themeFill="accent1" w:themeFillTint="33"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Location</w:t>
            </w:r>
          </w:p>
        </w:tc>
        <w:tc>
          <w:tcPr>
            <w:tcW w:w="1375" w:type="dxa"/>
            <w:vMerge w:val="restart"/>
            <w:shd w:val="clear" w:color="auto" w:fill="DBE5F1" w:themeFill="accent1" w:themeFillTint="33"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Type of Minerals</w:t>
            </w:r>
          </w:p>
        </w:tc>
        <w:tc>
          <w:tcPr>
            <w:tcW w:w="8284" w:type="dxa"/>
            <w:gridSpan w:val="6"/>
            <w:shd w:val="clear" w:color="auto" w:fill="DBE5F1" w:themeFill="accent1" w:themeFillTint="33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Beneficial Owner Information</w:t>
            </w:r>
          </w:p>
        </w:tc>
      </w:tr>
      <w:tr w:rsidR="000C55CB" w:rsidRPr="00F849D7" w:rsidTr="00FB42BD">
        <w:trPr>
          <w:trHeight w:val="760"/>
        </w:trPr>
        <w:tc>
          <w:tcPr>
            <w:tcW w:w="547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75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46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Name</w:t>
            </w:r>
          </w:p>
        </w:tc>
        <w:tc>
          <w:tcPr>
            <w:tcW w:w="1665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F/Name</w:t>
            </w:r>
          </w:p>
        </w:tc>
        <w:tc>
          <w:tcPr>
            <w:tcW w:w="132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9D7">
              <w:rPr>
                <w:rFonts w:ascii="Times New Roman" w:hAnsi="Times New Roman" w:cs="Times New Roman"/>
                <w:b/>
                <w:bCs/>
              </w:rPr>
              <w:t>Citizenship</w:t>
            </w:r>
          </w:p>
        </w:tc>
        <w:tc>
          <w:tcPr>
            <w:tcW w:w="129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9D7">
              <w:rPr>
                <w:rFonts w:ascii="Times New Roman" w:hAnsi="Times New Roman" w:cs="Times New Roman"/>
                <w:b/>
                <w:bCs/>
              </w:rPr>
              <w:t>Country of Residence</w:t>
            </w:r>
          </w:p>
        </w:tc>
        <w:tc>
          <w:tcPr>
            <w:tcW w:w="126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9D7">
              <w:rPr>
                <w:rFonts w:ascii="Times New Roman" w:hAnsi="Times New Roman" w:cs="Times New Roman"/>
                <w:b/>
                <w:bCs/>
              </w:rPr>
              <w:t>Percentage of share</w:t>
            </w:r>
          </w:p>
        </w:tc>
        <w:tc>
          <w:tcPr>
            <w:tcW w:w="1197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849D7">
              <w:rPr>
                <w:rFonts w:ascii="Times New Roman" w:hAnsi="Times New Roman" w:cs="Times New Roman"/>
                <w:b/>
                <w:bCs/>
              </w:rPr>
              <w:t>Political Affiliation</w:t>
            </w:r>
          </w:p>
        </w:tc>
      </w:tr>
      <w:tr w:rsidR="000C55CB" w:rsidRPr="00F849D7" w:rsidTr="00FB42BD">
        <w:trPr>
          <w:trHeight w:val="319"/>
        </w:trPr>
        <w:tc>
          <w:tcPr>
            <w:tcW w:w="547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 w:rsidRPr="00F849D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6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Yasmeen Mining</w:t>
            </w:r>
          </w:p>
        </w:tc>
        <w:tc>
          <w:tcPr>
            <w:tcW w:w="1206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Quartz </w:t>
            </w:r>
          </w:p>
        </w:tc>
        <w:tc>
          <w:tcPr>
            <w:tcW w:w="1546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Prakash Uddhav</w:t>
            </w:r>
          </w:p>
        </w:tc>
        <w:tc>
          <w:tcPr>
            <w:tcW w:w="1665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29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India</w:t>
            </w:r>
          </w:p>
        </w:tc>
        <w:tc>
          <w:tcPr>
            <w:tcW w:w="126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19"/>
        </w:trPr>
        <w:tc>
          <w:tcPr>
            <w:tcW w:w="547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Randall Dean</w:t>
            </w:r>
          </w:p>
        </w:tc>
        <w:tc>
          <w:tcPr>
            <w:tcW w:w="1665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Canada</w:t>
            </w:r>
          </w:p>
        </w:tc>
        <w:tc>
          <w:tcPr>
            <w:tcW w:w="129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Canada</w:t>
            </w:r>
          </w:p>
        </w:tc>
        <w:tc>
          <w:tcPr>
            <w:tcW w:w="126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709"/>
        </w:trPr>
        <w:tc>
          <w:tcPr>
            <w:tcW w:w="547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 w:rsidRPr="00F849D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6" w:type="dxa"/>
            <w:vAlign w:val="center"/>
          </w:tcPr>
          <w:p w:rsidR="00836AE2" w:rsidRPr="00F849D7" w:rsidRDefault="00836AE2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Met</w:t>
            </w:r>
            <w:r w:rsidR="001D7C41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l Mining UK</w:t>
            </w:r>
          </w:p>
        </w:tc>
        <w:tc>
          <w:tcPr>
            <w:tcW w:w="1206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Chromite </w:t>
            </w:r>
          </w:p>
        </w:tc>
        <w:tc>
          <w:tcPr>
            <w:tcW w:w="1546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Ayesha Qaisar</w:t>
            </w:r>
          </w:p>
        </w:tc>
        <w:tc>
          <w:tcPr>
            <w:tcW w:w="1665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Kabir</w:t>
            </w:r>
          </w:p>
        </w:tc>
        <w:tc>
          <w:tcPr>
            <w:tcW w:w="132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Afghan-British</w:t>
            </w:r>
          </w:p>
        </w:tc>
        <w:tc>
          <w:tcPr>
            <w:tcW w:w="129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London, UK</w:t>
            </w:r>
          </w:p>
        </w:tc>
        <w:tc>
          <w:tcPr>
            <w:tcW w:w="1262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39"/>
        </w:trPr>
        <w:tc>
          <w:tcPr>
            <w:tcW w:w="547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 w:rsidRPr="00F849D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6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West Land Generals Trading </w:t>
            </w:r>
          </w:p>
        </w:tc>
        <w:tc>
          <w:tcPr>
            <w:tcW w:w="1206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Takhar</w:t>
            </w:r>
          </w:p>
        </w:tc>
        <w:tc>
          <w:tcPr>
            <w:tcW w:w="1375" w:type="dxa"/>
            <w:vMerge w:val="restart"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Gold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Kabir Bidel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Imam Nazar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39"/>
        </w:trPr>
        <w:tc>
          <w:tcPr>
            <w:tcW w:w="547" w:type="dxa"/>
            <w:vMerge/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Abdurrazaq Asem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836AE2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Ahad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836AE2" w:rsidRPr="00F849D7" w:rsidRDefault="00836AE2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3"/>
        </w:trPr>
        <w:tc>
          <w:tcPr>
            <w:tcW w:w="547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 w:rsidRPr="00F849D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6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WestCo International</w:t>
            </w:r>
          </w:p>
        </w:tc>
        <w:tc>
          <w:tcPr>
            <w:tcW w:w="1206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Taqcha khana-Takhar</w:t>
            </w:r>
          </w:p>
        </w:tc>
        <w:tc>
          <w:tcPr>
            <w:tcW w:w="1375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Salt</w:t>
            </w:r>
          </w:p>
        </w:tc>
        <w:tc>
          <w:tcPr>
            <w:tcW w:w="1546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Nazima Qaisar</w:t>
            </w:r>
          </w:p>
        </w:tc>
        <w:tc>
          <w:tcPr>
            <w:tcW w:w="1665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Azam</w:t>
            </w:r>
          </w:p>
        </w:tc>
        <w:tc>
          <w:tcPr>
            <w:tcW w:w="1322" w:type="dxa"/>
            <w:vAlign w:val="center"/>
          </w:tcPr>
          <w:p w:rsidR="00F8195F" w:rsidRPr="00F849D7" w:rsidRDefault="00F8195F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Afghan-British</w:t>
            </w:r>
          </w:p>
        </w:tc>
        <w:tc>
          <w:tcPr>
            <w:tcW w:w="1292" w:type="dxa"/>
            <w:vAlign w:val="center"/>
          </w:tcPr>
          <w:p w:rsidR="00F8195F" w:rsidRPr="00F849D7" w:rsidRDefault="00F8195F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London, UK</w:t>
            </w:r>
          </w:p>
        </w:tc>
        <w:tc>
          <w:tcPr>
            <w:tcW w:w="1262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vAlign w:val="center"/>
          </w:tcPr>
          <w:p w:rsidR="00F8195F" w:rsidRPr="00F849D7" w:rsidRDefault="00F8195F" w:rsidP="00B252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2"/>
        </w:trPr>
        <w:tc>
          <w:tcPr>
            <w:tcW w:w="547" w:type="dxa"/>
            <w:vAlign w:val="center"/>
          </w:tcPr>
          <w:p w:rsidR="007326B3" w:rsidRPr="00F849D7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6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WestCo International</w:t>
            </w:r>
          </w:p>
        </w:tc>
        <w:tc>
          <w:tcPr>
            <w:tcW w:w="1206" w:type="dxa"/>
            <w:vAlign w:val="center"/>
          </w:tcPr>
          <w:p w:rsidR="007326B3" w:rsidRPr="00F849D7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Kalafgan -Takhar</w:t>
            </w:r>
          </w:p>
        </w:tc>
        <w:tc>
          <w:tcPr>
            <w:tcW w:w="1375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Salt</w:t>
            </w:r>
          </w:p>
        </w:tc>
        <w:tc>
          <w:tcPr>
            <w:tcW w:w="1546" w:type="dxa"/>
            <w:vAlign w:val="center"/>
          </w:tcPr>
          <w:p w:rsidR="007326B3" w:rsidRPr="00F849D7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Nazima Qaisar</w:t>
            </w:r>
          </w:p>
        </w:tc>
        <w:tc>
          <w:tcPr>
            <w:tcW w:w="1665" w:type="dxa"/>
            <w:vAlign w:val="center"/>
          </w:tcPr>
          <w:p w:rsidR="007326B3" w:rsidRPr="00F849D7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Azam</w:t>
            </w:r>
          </w:p>
        </w:tc>
        <w:tc>
          <w:tcPr>
            <w:tcW w:w="1322" w:type="dxa"/>
            <w:vAlign w:val="center"/>
          </w:tcPr>
          <w:p w:rsidR="007326B3" w:rsidRPr="00F8195F" w:rsidRDefault="007326B3" w:rsidP="007326B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Afghan-British</w:t>
            </w:r>
          </w:p>
        </w:tc>
        <w:tc>
          <w:tcPr>
            <w:tcW w:w="1292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London, UK</w:t>
            </w:r>
          </w:p>
        </w:tc>
        <w:tc>
          <w:tcPr>
            <w:tcW w:w="1262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78"/>
        </w:trPr>
        <w:tc>
          <w:tcPr>
            <w:tcW w:w="547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Misaq Sharq</w:t>
            </w:r>
          </w:p>
        </w:tc>
        <w:tc>
          <w:tcPr>
            <w:tcW w:w="120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Sayed Gholam Hossain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Sayed Mohammad Naser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Kabul-Afghanistan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Hossain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Gul Mir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Kabul-Afghanistan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11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Yaqoob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Kabul-Afghanistan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16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Ruslan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Esa Bikof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Kazakhstan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Kazakhstan 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760"/>
        </w:trPr>
        <w:tc>
          <w:tcPr>
            <w:tcW w:w="547" w:type="dxa"/>
            <w:vAlign w:val="center"/>
          </w:tcPr>
          <w:p w:rsidR="007326B3" w:rsidRPr="00F849D7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  <w:tc>
          <w:tcPr>
            <w:tcW w:w="1536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Hashemi Mining </w:t>
            </w:r>
          </w:p>
        </w:tc>
        <w:tc>
          <w:tcPr>
            <w:tcW w:w="1206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Logar</w:t>
            </w:r>
          </w:p>
        </w:tc>
        <w:tc>
          <w:tcPr>
            <w:tcW w:w="1375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Chromite</w:t>
            </w:r>
          </w:p>
        </w:tc>
        <w:tc>
          <w:tcPr>
            <w:tcW w:w="1546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Azim Hashemi</w:t>
            </w:r>
          </w:p>
        </w:tc>
        <w:tc>
          <w:tcPr>
            <w:tcW w:w="1665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66"/>
        </w:trPr>
        <w:tc>
          <w:tcPr>
            <w:tcW w:w="547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 Aziz</w:t>
            </w:r>
          </w:p>
        </w:tc>
        <w:tc>
          <w:tcPr>
            <w:tcW w:w="120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</w:t>
            </w:r>
            <w:r w:rsidR="00C05732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C05732">
              <w:rPr>
                <w:rFonts w:ascii="Times New Roman" w:hAnsi="Times New Roman" w:cs="Times New Roman"/>
              </w:rPr>
              <w:t>Desho</w:t>
            </w:r>
            <w:proofErr w:type="spellEnd"/>
            <w:r w:rsidR="00C0573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375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  <w:rtl/>
                <w:lang w:bidi="fa-IR"/>
              </w:rPr>
            </w:pPr>
            <w:r>
              <w:rPr>
                <w:rFonts w:ascii="Times New Roman" w:hAnsi="Times New Roman" w:cs="Times New Roman"/>
              </w:rPr>
              <w:t>Marble/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>رخام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Jalil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Abdullah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7326B3" w:rsidRDefault="00754B29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0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Ehsanollah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Abdullah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26B3" w:rsidRDefault="00754B29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94"/>
        </w:trPr>
        <w:tc>
          <w:tcPr>
            <w:tcW w:w="547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Hashemi Group</w:t>
            </w:r>
          </w:p>
        </w:tc>
        <w:tc>
          <w:tcPr>
            <w:tcW w:w="120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Baghlan</w:t>
            </w:r>
          </w:p>
        </w:tc>
        <w:tc>
          <w:tcPr>
            <w:tcW w:w="1375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Fahim Hashemi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76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Hamayoon Hashemi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38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Azim Hashemi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72"/>
        </w:trPr>
        <w:tc>
          <w:tcPr>
            <w:tcW w:w="547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 Cement and Afghan Coal</w:t>
            </w:r>
          </w:p>
        </w:tc>
        <w:tc>
          <w:tcPr>
            <w:tcW w:w="120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Baghlan</w:t>
            </w:r>
          </w:p>
        </w:tc>
        <w:tc>
          <w:tcPr>
            <w:tcW w:w="1375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Cement and 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Ahmad Javid Jaihoon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82.53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72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Ehsanullah Bayat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96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Naim Gulbahari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2.89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70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Nabi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USA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2.22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21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Rahman Alokozai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45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Zahir Bashiri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45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Abdulhai Bashiri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92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Rahmat Kamran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46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Nasim Setara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720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 Karimzada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0.67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70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Nasir Ahmad Ravesh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0.44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71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Hossain </w:t>
            </w:r>
            <w:r w:rsidR="00661EC4">
              <w:rPr>
                <w:rFonts w:ascii="Times New Roman" w:hAnsi="Times New Roman" w:cs="Times New Roman"/>
              </w:rPr>
              <w:t>Mehdi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52"/>
        </w:trPr>
        <w:tc>
          <w:tcPr>
            <w:tcW w:w="547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Rob Sazi Qarizada </w:t>
            </w:r>
          </w:p>
        </w:tc>
        <w:tc>
          <w:tcPr>
            <w:tcW w:w="1206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Faryab</w:t>
            </w:r>
          </w:p>
        </w:tc>
        <w:tc>
          <w:tcPr>
            <w:tcW w:w="1375" w:type="dxa"/>
            <w:vMerge w:val="restart"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Salt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Sayed Mohammad Arif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Sayed Abubakr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Balkh-Afghanistan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03"/>
        </w:trPr>
        <w:tc>
          <w:tcPr>
            <w:tcW w:w="547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Shoaib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Qodus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Kabul- 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26B3" w:rsidRDefault="007326B3" w:rsidP="007326B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02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Khoshak Brothers 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Reza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Hoassain Bakhsh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1D7C41" w:rsidRDefault="001D7C41" w:rsidP="001D7C41"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Herat- 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94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Hadi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Hossian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1D7C41" w:rsidRDefault="001D7C41" w:rsidP="001D7C41"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Herat- 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94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Khoshak Brothers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Hadi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Hossian</w:t>
            </w:r>
          </w:p>
        </w:tc>
        <w:tc>
          <w:tcPr>
            <w:tcW w:w="1322" w:type="dxa"/>
            <w:tcBorders>
              <w:bottom w:val="single" w:sz="4" w:space="0" w:color="auto"/>
            </w:tcBorders>
          </w:tcPr>
          <w:p w:rsidR="001D7C41" w:rsidRDefault="001D7C41" w:rsidP="001D7C41"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Herat- 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53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Khan Ali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Hosain Ali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1D7C41" w:rsidRDefault="001D7C41" w:rsidP="001D7C41"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Herat- 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94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Abdurrahman Baba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Chromite 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Qasim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Moahammad Sawar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Kandahar- 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53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Abdulhadi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Baqi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lagman- 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0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Amania Mining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Kandahar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Fluorite 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Ahmad Rashid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Nadir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67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qasoor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Sarwar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271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Madankaran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Hossain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Hashim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59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Ali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Boman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Eimal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Musa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0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Lajawardin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Badakhshan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Lapis lazuli 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Mosawer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66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Gholam Ezat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34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Afrasiab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Zar Jan 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Shairak</w:t>
            </w: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12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Zawjan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 Jan</w:t>
            </w: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67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Khalid Aziz Brothers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Takhar 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Joma Khan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33.75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88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Zmarai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38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Abdulsatar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87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Atiqullah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23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Hakim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13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Takhte Zafar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38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Najibullah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68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Hewad brothers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Chromite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Alaa Kassado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Russia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Syria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188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zabihullah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440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rPr>
                <w:rFonts w:ascii="Times New Roman" w:hAnsi="Times New Roman" w:cs="Times New Roman"/>
              </w:rPr>
            </w:pPr>
            <w:r w:rsidRPr="00DD63FD">
              <w:rPr>
                <w:rFonts w:ascii="Times New Roman" w:hAnsi="Times New Roman" w:cs="Times New Roman"/>
                <w:sz w:val="20"/>
                <w:szCs w:val="20"/>
              </w:rPr>
              <w:t>Mohmmad rahman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  <w:p w:rsidR="001D7C4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180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Mohmmnd shamal brothers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Coal</w:t>
            </w:r>
          </w:p>
        </w:tc>
        <w:tc>
          <w:tcPr>
            <w:tcW w:w="1546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Karim mohmmand</w:t>
            </w:r>
          </w:p>
        </w:tc>
        <w:tc>
          <w:tcPr>
            <w:tcW w:w="1665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15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Mihr ali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195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nasir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300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Hoshang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00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abas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00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 Active</w:t>
            </w:r>
          </w:p>
        </w:tc>
        <w:tc>
          <w:tcPr>
            <w:tcW w:w="1206" w:type="dxa"/>
            <w:vMerge w:val="restart"/>
          </w:tcPr>
          <w:p w:rsidR="001D7C41" w:rsidRDefault="001D7C41" w:rsidP="001D7C41"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Chromite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Shafi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D7C41" w:rsidRDefault="001D7C41" w:rsidP="001D7C41"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00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Naqib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D7C41" w:rsidRPr="006E05BA" w:rsidRDefault="001D7C41" w:rsidP="001D7C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600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Amin Karimzai</w:t>
            </w:r>
          </w:p>
        </w:tc>
        <w:tc>
          <w:tcPr>
            <w:tcW w:w="1206" w:type="dxa"/>
            <w:vMerge w:val="restart"/>
            <w:vAlign w:val="center"/>
          </w:tcPr>
          <w:p w:rsidR="001D7C41" w:rsidRDefault="001D7C41" w:rsidP="001D7C41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Rahim Karimzai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Kochai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D7C41" w:rsidRPr="006E05BA" w:rsidRDefault="001D7C41" w:rsidP="001D7C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Gul Zaman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Karim Gul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D7C41" w:rsidRPr="006E05BA" w:rsidRDefault="001D7C41" w:rsidP="001D7C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36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Mati Sami Ltd</w:t>
            </w:r>
          </w:p>
        </w:tc>
        <w:tc>
          <w:tcPr>
            <w:tcW w:w="1206" w:type="dxa"/>
            <w:vMerge w:val="restart"/>
            <w:vAlign w:val="center"/>
          </w:tcPr>
          <w:p w:rsidR="001D7C41" w:rsidRDefault="001D7C41" w:rsidP="001D7C41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Ahmad Shah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Alam Shah Khan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1D7C41" w:rsidRPr="006E05BA" w:rsidRDefault="001D7C41" w:rsidP="001D7C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</w:tcPr>
          <w:p w:rsidR="001D7C41" w:rsidRPr="00493D61" w:rsidRDefault="001D7C41" w:rsidP="001D7C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Hayat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Habib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D7C41" w:rsidRPr="006E05BA" w:rsidRDefault="001D7C41" w:rsidP="001D7C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Pr="006E05BA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D7C41" w:rsidRDefault="001D7C41" w:rsidP="001D7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 w:val="restart"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36" w:type="dxa"/>
            <w:vMerge w:val="restart"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Natural Stone Company</w:t>
            </w:r>
          </w:p>
        </w:tc>
        <w:tc>
          <w:tcPr>
            <w:tcW w:w="1206" w:type="dxa"/>
            <w:vMerge w:val="restart"/>
            <w:vAlign w:val="center"/>
          </w:tcPr>
          <w:p w:rsidR="0073366C" w:rsidRDefault="0073366C" w:rsidP="0073366C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3366C" w:rsidRDefault="0073366C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Warda</w:t>
            </w:r>
            <w:r w:rsidR="00965271">
              <w:rPr>
                <w:rFonts w:ascii="Times New Roman" w:hAnsi="Times New Roman" w:cs="Times New Roman"/>
              </w:rPr>
              <w:t>k</w:t>
            </w:r>
          </w:p>
        </w:tc>
        <w:tc>
          <w:tcPr>
            <w:tcW w:w="1375" w:type="dxa"/>
            <w:vMerge w:val="restart"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Asif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Wahab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73366C" w:rsidRPr="006E05BA" w:rsidRDefault="0073366C" w:rsidP="0073366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366C" w:rsidRPr="006E05BA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Merge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3366C" w:rsidRPr="00493D61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Latif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Wahab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73366C" w:rsidRPr="006E05BA" w:rsidRDefault="0073366C" w:rsidP="0073366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73366C" w:rsidRPr="006E05BA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73366C" w:rsidRDefault="0073366C" w:rsidP="007336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36" w:type="dxa"/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Turab Khan</w:t>
            </w:r>
          </w:p>
        </w:tc>
        <w:tc>
          <w:tcPr>
            <w:tcW w:w="1206" w:type="dxa"/>
            <w:vAlign w:val="center"/>
          </w:tcPr>
          <w:p w:rsidR="00317AF0" w:rsidRDefault="00317AF0" w:rsidP="00317AF0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Torab Khan 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Gul Hasan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317AF0" w:rsidRPr="006E05BA" w:rsidRDefault="00317AF0" w:rsidP="00317AF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317AF0" w:rsidRPr="006E05BA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317AF0" w:rsidRDefault="00317AF0" w:rsidP="00317AF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36" w:type="dxa"/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ChehlSiton Construction materials Ltd</w:t>
            </w:r>
          </w:p>
        </w:tc>
        <w:tc>
          <w:tcPr>
            <w:tcW w:w="1206" w:type="dxa"/>
            <w:vAlign w:val="center"/>
          </w:tcPr>
          <w:p w:rsidR="00467FBF" w:rsidRDefault="00467FBF" w:rsidP="00467FBF">
            <w:pPr>
              <w:jc w:val="center"/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Mohmmad Eshan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Aman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467FBF" w:rsidRPr="006E05BA" w:rsidRDefault="00467FBF" w:rsidP="00467FBF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467FBF" w:rsidRPr="006E05BA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467FBF" w:rsidRDefault="00467FBF" w:rsidP="00467F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36" w:type="dxa"/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Hakim Jan Ltd</w:t>
            </w:r>
          </w:p>
        </w:tc>
        <w:tc>
          <w:tcPr>
            <w:tcW w:w="1206" w:type="dxa"/>
            <w:vAlign w:val="center"/>
          </w:tcPr>
          <w:p w:rsidR="00164085" w:rsidRPr="00493D61" w:rsidRDefault="007E124C" w:rsidP="00164085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Hakim Jan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Husain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164085" w:rsidRPr="006E05BA" w:rsidRDefault="00164085" w:rsidP="0016408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164085" w:rsidRPr="006E05BA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164085" w:rsidRDefault="00164085" w:rsidP="0016408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C95A72" w:rsidRDefault="002E6ED7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36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Hakim</w:t>
            </w:r>
          </w:p>
        </w:tc>
        <w:tc>
          <w:tcPr>
            <w:tcW w:w="1206" w:type="dxa"/>
            <w:vAlign w:val="center"/>
          </w:tcPr>
          <w:p w:rsidR="00C95A72" w:rsidRPr="00493D61" w:rsidRDefault="007E124C" w:rsidP="00C95A72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Hakim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Sakhi Dad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95A72" w:rsidRPr="006E05BA" w:rsidRDefault="00C95A72" w:rsidP="00C95A7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Pr="006E05BA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C95A72" w:rsidRDefault="002E6ED7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36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Hayat khan </w:t>
            </w:r>
          </w:p>
        </w:tc>
        <w:tc>
          <w:tcPr>
            <w:tcW w:w="1206" w:type="dxa"/>
            <w:vAlign w:val="center"/>
          </w:tcPr>
          <w:p w:rsidR="00C95A72" w:rsidRPr="00493D61" w:rsidRDefault="007E124C" w:rsidP="00C95A72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Hayat Khan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Shamsher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95A72" w:rsidRPr="006E05BA" w:rsidRDefault="00C95A72" w:rsidP="00C95A7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Pr="006E05BA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5A72" w:rsidRDefault="00C95A72" w:rsidP="00C95A7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9C7693" w:rsidRDefault="002E6ED7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36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 Mohammad</w:t>
            </w:r>
          </w:p>
        </w:tc>
        <w:tc>
          <w:tcPr>
            <w:tcW w:w="1206" w:type="dxa"/>
            <w:vAlign w:val="center"/>
          </w:tcPr>
          <w:p w:rsidR="009C7693" w:rsidRPr="00493D61" w:rsidRDefault="007E124C" w:rsidP="009C7693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 Mohammad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Mohmmad Shah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C7693" w:rsidRPr="006E05BA" w:rsidRDefault="009C7693" w:rsidP="009C7693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Pr="006E05BA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9C7693" w:rsidRDefault="002E6ED7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36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Bilil</w:t>
            </w:r>
          </w:p>
        </w:tc>
        <w:tc>
          <w:tcPr>
            <w:tcW w:w="1206" w:type="dxa"/>
            <w:vAlign w:val="center"/>
          </w:tcPr>
          <w:p w:rsidR="009C7693" w:rsidRPr="00493D61" w:rsidRDefault="007E124C" w:rsidP="009C7693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Sand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Bilal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Sherin Dil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C7693" w:rsidRPr="006E05BA" w:rsidRDefault="009C7693" w:rsidP="009C7693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Pr="006E05BA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9C7693" w:rsidRDefault="002E6ED7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536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Faisal</w:t>
            </w:r>
          </w:p>
        </w:tc>
        <w:tc>
          <w:tcPr>
            <w:tcW w:w="1206" w:type="dxa"/>
            <w:vAlign w:val="center"/>
          </w:tcPr>
          <w:p w:rsidR="009C7693" w:rsidRPr="00493D61" w:rsidRDefault="007E124C" w:rsidP="009C7693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Mohmmad Faisal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Zia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C7693" w:rsidRPr="006E05BA" w:rsidRDefault="009C7693" w:rsidP="009C7693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Pr="006E05BA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9C7693" w:rsidRDefault="002E6ED7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36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Jalil Hasan Zai Ltd</w:t>
            </w:r>
          </w:p>
        </w:tc>
        <w:tc>
          <w:tcPr>
            <w:tcW w:w="1206" w:type="dxa"/>
            <w:vAlign w:val="center"/>
          </w:tcPr>
          <w:p w:rsidR="009C7693" w:rsidRPr="00493D61" w:rsidRDefault="007E124C" w:rsidP="009C7693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Nanagarhar</w:t>
            </w:r>
          </w:p>
        </w:tc>
        <w:tc>
          <w:tcPr>
            <w:tcW w:w="1375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Jalil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C7693" w:rsidRPr="006E05BA" w:rsidRDefault="009C7693" w:rsidP="009C7693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Pr="006E05BA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9C7693" w:rsidRDefault="002E6ED7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36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Mewa Khna</w:t>
            </w:r>
          </w:p>
        </w:tc>
        <w:tc>
          <w:tcPr>
            <w:tcW w:w="1206" w:type="dxa"/>
            <w:vAlign w:val="center"/>
          </w:tcPr>
          <w:p w:rsidR="009C7693" w:rsidRPr="00493D61" w:rsidRDefault="007E124C" w:rsidP="009C7693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Fabric Rock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Mewa Khan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C7693" w:rsidRPr="006E05BA" w:rsidRDefault="009C7693" w:rsidP="009C7693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Pr="006E05BA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C7693" w:rsidRDefault="009C7693" w:rsidP="009C769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Hasan Aqa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Hassan Aqa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Amir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Zabih ullah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Zabih ullah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Aman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Said Laiq Hussain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Said Laiq Hussain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Said Essa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Nek Mohmmad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Nek Mohmmad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Murad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 Uddin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 Uddin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Abdul Saboor 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Sefat ullah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Sefat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36" w:type="dxa"/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Raouf</w:t>
            </w:r>
          </w:p>
        </w:tc>
        <w:tc>
          <w:tcPr>
            <w:tcW w:w="1206" w:type="dxa"/>
            <w:vAlign w:val="center"/>
          </w:tcPr>
          <w:p w:rsidR="002E6ED7" w:rsidRPr="00493D61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2E6ED7" w:rsidRDefault="007E124C" w:rsidP="002E6ED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Raouf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Latif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E6ED7" w:rsidRPr="006E05BA" w:rsidRDefault="002E6ED7" w:rsidP="002E6ED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Pr="006E05BA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6ED7" w:rsidRDefault="002E6ED7" w:rsidP="002E6ED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44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Fathah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Fathah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Samad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Abdul Qadeer 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Abdul Qadeer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Sakhi Dad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57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Aziz ullah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Aziz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Ewaz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Edris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Kabul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Edris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Sediq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Sand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Sea Graval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Sea Graval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Sea Graval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36" w:type="dxa"/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206" w:type="dxa"/>
            <w:vAlign w:val="center"/>
          </w:tcPr>
          <w:p w:rsidR="007E124C" w:rsidRPr="00493D61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Sea Graval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Zulmai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 Khan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E124C" w:rsidRPr="006E05BA" w:rsidRDefault="007E124C" w:rsidP="007E124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Pr="006E05BA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124C" w:rsidRDefault="007E124C" w:rsidP="007E12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36" w:type="dxa"/>
            <w:vMerge w:val="restart"/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Bakhtar crystal</w:t>
            </w:r>
          </w:p>
        </w:tc>
        <w:tc>
          <w:tcPr>
            <w:tcW w:w="1206" w:type="dxa"/>
            <w:vMerge w:val="restart"/>
            <w:vAlign w:val="center"/>
          </w:tcPr>
          <w:p w:rsidR="001A0B15" w:rsidRPr="00493D61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Anwar ulhaq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haq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A0B15" w:rsidRPr="006E05BA" w:rsidRDefault="001A0B15" w:rsidP="001A0B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Pr="006E05BA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A0B15" w:rsidRPr="00493D61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Mohamad dawood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A0B15" w:rsidRPr="006E05BA" w:rsidRDefault="001A0B15" w:rsidP="001A0B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Pr="006E05BA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A0B15" w:rsidRPr="00493D61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Mohmad mohsen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A0B15" w:rsidRPr="006E05BA" w:rsidRDefault="001A0B15" w:rsidP="001A0B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Pr="006E05BA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A0B15" w:rsidRPr="00493D61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A0B15" w:rsidRPr="006E05BA" w:rsidRDefault="001A0B15" w:rsidP="001A0B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Pr="006E05BA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A0B15" w:rsidRDefault="001A0B15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36" w:type="dxa"/>
            <w:vMerge w:val="restart"/>
            <w:vAlign w:val="center"/>
          </w:tcPr>
          <w:p w:rsidR="00646457" w:rsidRDefault="00646457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Ford bamica</w:t>
            </w:r>
          </w:p>
        </w:tc>
        <w:tc>
          <w:tcPr>
            <w:tcW w:w="1206" w:type="dxa"/>
            <w:vMerge w:val="restart"/>
            <w:vAlign w:val="center"/>
          </w:tcPr>
          <w:p w:rsidR="00646457" w:rsidRPr="00493D61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Ghulam Sakhi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1A0B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zaher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1A0B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1A0B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zaher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Habibullah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36" w:type="dxa"/>
            <w:vMerge w:val="restart"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Maihan Naweed</w:t>
            </w:r>
          </w:p>
        </w:tc>
        <w:tc>
          <w:tcPr>
            <w:tcW w:w="1206" w:type="dxa"/>
            <w:vMerge w:val="restart"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Yaqob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Haidar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Reza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Haidar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36" w:type="dxa"/>
            <w:vMerge w:val="restart"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 Aziz</w:t>
            </w:r>
          </w:p>
        </w:tc>
        <w:tc>
          <w:tcPr>
            <w:tcW w:w="1206" w:type="dxa"/>
            <w:vMerge w:val="restart"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Helmand(khanshin)</w:t>
            </w:r>
          </w:p>
        </w:tc>
        <w:tc>
          <w:tcPr>
            <w:tcW w:w="1375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 Jalil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46457" w:rsidRDefault="00646457" w:rsidP="00646457">
            <w:r>
              <w:rPr>
                <w:rFonts w:ascii="Times New Roman" w:hAnsi="Times New Roman" w:cs="Times New Roman"/>
              </w:rPr>
              <w:t>Haji Abdulah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457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36" w:type="dxa"/>
            <w:vMerge w:val="restart"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</w:p>
          <w:p w:rsidR="00646457" w:rsidRDefault="00646457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 Aziz</w:t>
            </w:r>
          </w:p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</w:p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 w:val="restart"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Helmand(disho)</w:t>
            </w:r>
          </w:p>
        </w:tc>
        <w:tc>
          <w:tcPr>
            <w:tcW w:w="1375" w:type="dxa"/>
            <w:vMerge w:val="restart"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 Jalil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Abdulah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46457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46457" w:rsidRDefault="00646457" w:rsidP="0064645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46457" w:rsidRPr="00493D61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Ehsanullah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46457" w:rsidRDefault="00646457" w:rsidP="00646457">
            <w:r>
              <w:rPr>
                <w:rFonts w:ascii="Times New Roman" w:hAnsi="Times New Roman" w:cs="Times New Roman"/>
              </w:rPr>
              <w:t>Haji Abdulah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46457" w:rsidRPr="006E05BA" w:rsidRDefault="00646457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Pr="006E05BA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457" w:rsidRDefault="00646457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36" w:type="dxa"/>
            <w:vMerge w:val="restart"/>
            <w:vAlign w:val="center"/>
          </w:tcPr>
          <w:p w:rsidR="000C55CB" w:rsidRDefault="000C55CB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Aref Sarwary</w:t>
            </w:r>
          </w:p>
        </w:tc>
        <w:tc>
          <w:tcPr>
            <w:tcW w:w="1206" w:type="dxa"/>
            <w:vMerge w:val="restart"/>
            <w:vAlign w:val="center"/>
          </w:tcPr>
          <w:p w:rsidR="000C55CB" w:rsidRPr="00493D61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</w:t>
            </w:r>
          </w:p>
        </w:tc>
        <w:tc>
          <w:tcPr>
            <w:tcW w:w="1375" w:type="dxa"/>
            <w:vMerge w:val="restart"/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Aqa Mohammad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6464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Baz mohammad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C55CB" w:rsidRPr="006E05BA" w:rsidRDefault="000C55CB" w:rsidP="00646457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Pr="006E05BA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64645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0C55CB" w:rsidRPr="00493D61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Sarwar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Mohammad Uldin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C55CB" w:rsidRPr="006E05BA" w:rsidRDefault="000C55CB" w:rsidP="000C55CB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Pr="006E05BA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C55CB" w:rsidRPr="00F849D7" w:rsidTr="00FB42BD">
        <w:trPr>
          <w:trHeight w:val="530"/>
        </w:trPr>
        <w:tc>
          <w:tcPr>
            <w:tcW w:w="547" w:type="dxa"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36" w:type="dxa"/>
            <w:vAlign w:val="center"/>
          </w:tcPr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Bary Sabermal</w:t>
            </w:r>
          </w:p>
        </w:tc>
        <w:tc>
          <w:tcPr>
            <w:tcW w:w="1206" w:type="dxa"/>
            <w:vAlign w:val="center"/>
          </w:tcPr>
          <w:p w:rsidR="000C55CB" w:rsidRPr="00493D61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</w:t>
            </w:r>
          </w:p>
        </w:tc>
        <w:tc>
          <w:tcPr>
            <w:tcW w:w="1375" w:type="dxa"/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Rahmatullah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C55CB" w:rsidRPr="006E05BA" w:rsidRDefault="000C55CB" w:rsidP="000C55CB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Pr="006E05BA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C55CB" w:rsidRDefault="000C55CB" w:rsidP="000C55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F5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36" w:type="dxa"/>
            <w:vMerge w:val="restart"/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 Herat</w:t>
            </w:r>
          </w:p>
        </w:tc>
        <w:tc>
          <w:tcPr>
            <w:tcW w:w="1206" w:type="dxa"/>
            <w:vMerge w:val="restart"/>
            <w:vAlign w:val="center"/>
          </w:tcPr>
          <w:p w:rsidR="007C4F5F" w:rsidRPr="00493D61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Rokay Malekzai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C4F5F" w:rsidRPr="006E05BA" w:rsidRDefault="007C4F5F" w:rsidP="007C4F5F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Pr="006E05BA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4F5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7C4F5F" w:rsidRPr="00493D61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shahzaman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C4F5F" w:rsidRPr="006E05BA" w:rsidRDefault="007C4F5F" w:rsidP="007C4F5F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Pr="006E05BA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C4F5F" w:rsidRDefault="007C4F5F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D8D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36" w:type="dxa"/>
            <w:vMerge w:val="restart"/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 Herat</w:t>
            </w:r>
          </w:p>
        </w:tc>
        <w:tc>
          <w:tcPr>
            <w:tcW w:w="1206" w:type="dxa"/>
            <w:vMerge w:val="restart"/>
            <w:vAlign w:val="center"/>
          </w:tcPr>
          <w:p w:rsidR="00A34D8D" w:rsidRPr="00493D61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Rokay Malekzai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A34D8D" w:rsidRPr="006E05BA" w:rsidRDefault="00A34D8D" w:rsidP="007C4F5F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A34D8D" w:rsidRPr="006E05BA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D8D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A34D8D" w:rsidRPr="00493D61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Mohammad Rafi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7C4F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Ahmad Shah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A34D8D" w:rsidRPr="006E05BA" w:rsidRDefault="00A34D8D" w:rsidP="007C4F5F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Pr="006E05BA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7C4F5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34D8D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A34D8D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A34D8D" w:rsidRDefault="00A34D8D" w:rsidP="00A34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A34D8D" w:rsidRPr="00493D61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A34D8D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A34D8D" w:rsidRDefault="00A34D8D" w:rsidP="00A34D8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A34D8D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HAbibullah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A34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Aziz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A34D8D" w:rsidRPr="006E05BA" w:rsidRDefault="00A34D8D" w:rsidP="00A34D8D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Pr="006E05BA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D8D" w:rsidRDefault="00A34D8D" w:rsidP="00A34D8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6BE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36" w:type="dxa"/>
            <w:vMerge w:val="restart"/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Khoshak Brothers</w:t>
            </w:r>
          </w:p>
        </w:tc>
        <w:tc>
          <w:tcPr>
            <w:tcW w:w="1206" w:type="dxa"/>
            <w:vMerge w:val="restart"/>
            <w:vAlign w:val="center"/>
          </w:tcPr>
          <w:p w:rsidR="00EB46BE" w:rsidRPr="00493D61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Coal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Hadi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Husain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B46BE" w:rsidRPr="006E05BA" w:rsidRDefault="00EB46BE" w:rsidP="00EB46BE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Pr="006E05BA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46BE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B46BE" w:rsidRPr="00493D61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Khan Ali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Husain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B46BE" w:rsidRPr="006E05BA" w:rsidRDefault="00EB46BE" w:rsidP="00EB46BE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Pr="006E05BA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B46BE" w:rsidRDefault="00EB46BE" w:rsidP="00EB46B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 w:val="restart"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Afghanistan </w:t>
            </w:r>
            <w:r w:rsidR="007961C7">
              <w:rPr>
                <w:rFonts w:ascii="Times New Roman" w:hAnsi="Times New Roman" w:cs="Times New Roman"/>
              </w:rPr>
              <w:t>marble mining</w:t>
            </w:r>
          </w:p>
        </w:tc>
        <w:tc>
          <w:tcPr>
            <w:tcW w:w="1206" w:type="dxa"/>
            <w:vMerge w:val="restart"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Ata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Mohammad Zaher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Faqir Ahmad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Noor Ahmad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Faqir Ahmad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Nasir khan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Sher Mohammad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Mohammad Asef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0306A" w:rsidRPr="00F849D7" w:rsidTr="00FB42BD">
        <w:trPr>
          <w:trHeight w:val="962"/>
        </w:trPr>
        <w:tc>
          <w:tcPr>
            <w:tcW w:w="547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0306A" w:rsidRPr="00493D61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Yonus jan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306A" w:rsidRPr="006E05BA" w:rsidRDefault="00C0306A" w:rsidP="00C0306A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Pr="006E05B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306A" w:rsidRDefault="00C0306A" w:rsidP="00C0306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F40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36" w:type="dxa"/>
            <w:vMerge w:val="restart"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Adel Brothters</w:t>
            </w:r>
          </w:p>
        </w:tc>
        <w:tc>
          <w:tcPr>
            <w:tcW w:w="1206" w:type="dxa"/>
            <w:vMerge w:val="restart"/>
            <w:vAlign w:val="center"/>
          </w:tcPr>
          <w:p w:rsidR="00E40F40" w:rsidRPr="00493D61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Reza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Raheem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E40F40" w:rsidRPr="006E05BA" w:rsidRDefault="00E40F40" w:rsidP="00E40F4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E40F40" w:rsidRPr="006E05BA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F40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40F40" w:rsidRPr="00493D61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Yaqob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Yaqob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E40F40" w:rsidRPr="006E05BA" w:rsidRDefault="00E40F40" w:rsidP="00E40F4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E40F40" w:rsidRPr="006E05BA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F40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40F40" w:rsidRPr="00493D61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Shafi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Hedayatullah 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E40F40" w:rsidRPr="006E05BA" w:rsidRDefault="00E40F40" w:rsidP="00E40F4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E40F40" w:rsidRPr="006E05BA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F40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36" w:type="dxa"/>
            <w:vMerge w:val="restart"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Mumtz Kawsar</w:t>
            </w:r>
          </w:p>
        </w:tc>
        <w:tc>
          <w:tcPr>
            <w:tcW w:w="1206" w:type="dxa"/>
            <w:vMerge w:val="restart"/>
            <w:vAlign w:val="center"/>
          </w:tcPr>
          <w:p w:rsidR="00E40F40" w:rsidRPr="00493D61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Alabaster 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Farhad Atayee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Razaq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E40F40" w:rsidRPr="006E05BA" w:rsidRDefault="00E40F40" w:rsidP="00E40F4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E40F40" w:rsidRPr="006E05BA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0F40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40F40" w:rsidRPr="00493D61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Masoud Taheri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Naiem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E40F40" w:rsidRPr="006E05BA" w:rsidRDefault="00E40F40" w:rsidP="00E40F40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E40F40" w:rsidRPr="006E05BA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E40F40" w:rsidRDefault="00E40F40" w:rsidP="00E40F4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B52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36" w:type="dxa"/>
            <w:vMerge w:val="restart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Kohestan</w:t>
            </w:r>
          </w:p>
        </w:tc>
        <w:tc>
          <w:tcPr>
            <w:tcW w:w="1206" w:type="dxa"/>
            <w:vMerge w:val="restart"/>
            <w:vAlign w:val="center"/>
          </w:tcPr>
          <w:p w:rsidR="00637B52" w:rsidRPr="00493D61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64" w:type="dxa"/>
            <w:vMerge w:val="restart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Kapisa</w:t>
            </w:r>
          </w:p>
        </w:tc>
        <w:tc>
          <w:tcPr>
            <w:tcW w:w="1375" w:type="dxa"/>
            <w:vMerge w:val="restart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Dost Mohammad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Ali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637B52" w:rsidRPr="006E05BA" w:rsidRDefault="00637B52" w:rsidP="00637B5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637B52" w:rsidRPr="006E05BA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B52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37B52" w:rsidRPr="00493D61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Farhad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ps-AF"/>
              </w:rPr>
              <w:t>Ghulam Rabani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37B52" w:rsidRPr="006E05BA" w:rsidRDefault="00637B52" w:rsidP="00637B5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Pr="006E05BA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B52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36" w:type="dxa"/>
            <w:vMerge w:val="restart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Hamraz</w:t>
            </w:r>
          </w:p>
        </w:tc>
        <w:tc>
          <w:tcPr>
            <w:tcW w:w="1206" w:type="dxa"/>
            <w:vMerge w:val="restart"/>
            <w:vAlign w:val="center"/>
          </w:tcPr>
          <w:p w:rsidR="00637B52" w:rsidRPr="00493D61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Kapisa</w:t>
            </w:r>
          </w:p>
        </w:tc>
        <w:tc>
          <w:tcPr>
            <w:tcW w:w="1375" w:type="dxa"/>
            <w:vMerge w:val="restart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Gulmurad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Karimdad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37B52" w:rsidRPr="006E05BA" w:rsidRDefault="00637B52" w:rsidP="00637B5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Pr="006E05BA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B52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637B52" w:rsidRPr="00493D61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Ghulam Qader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Ghulam Dastagir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37B52" w:rsidRPr="006E05BA" w:rsidRDefault="00637B52" w:rsidP="00637B5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Pr="006E05BA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7B52" w:rsidRPr="00F849D7" w:rsidTr="00FB42BD">
        <w:trPr>
          <w:trHeight w:val="530"/>
        </w:trPr>
        <w:tc>
          <w:tcPr>
            <w:tcW w:w="547" w:type="dxa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36" w:type="dxa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Emran Sabz</w:t>
            </w:r>
          </w:p>
        </w:tc>
        <w:tc>
          <w:tcPr>
            <w:tcW w:w="1206" w:type="dxa"/>
            <w:vAlign w:val="center"/>
          </w:tcPr>
          <w:p w:rsidR="00637B52" w:rsidRPr="00493D61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Marble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Qasem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Sarwar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637B52" w:rsidRPr="006E05BA" w:rsidRDefault="00637B52" w:rsidP="00637B52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Pr="006E05BA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7B52" w:rsidRDefault="00637B52" w:rsidP="00637B5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536" w:type="dxa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Esmatullah Asem</w:t>
            </w:r>
          </w:p>
        </w:tc>
        <w:tc>
          <w:tcPr>
            <w:tcW w:w="1206" w:type="dxa"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 w:rsidRPr="003210F6">
              <w:rPr>
                <w:rFonts w:ascii="Times New Roman" w:hAnsi="Times New Roman" w:cs="Times New Roman"/>
                <w:lang w:bidi="ps-AF"/>
              </w:rPr>
              <w:t>Gypsum</w:t>
            </w:r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Esmatullah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Sultan Mohammad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36" w:type="dxa"/>
            <w:vMerge w:val="restart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Farooq Amiryan</w:t>
            </w:r>
          </w:p>
        </w:tc>
        <w:tc>
          <w:tcPr>
            <w:tcW w:w="1206" w:type="dxa"/>
            <w:vMerge w:val="restart"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Merge w:val="restart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 w:rsidRPr="003210F6">
              <w:rPr>
                <w:rFonts w:ascii="Times New Roman" w:hAnsi="Times New Roman" w:cs="Times New Roman"/>
                <w:lang w:bidi="ps-AF"/>
              </w:rPr>
              <w:t>Gypsum</w:t>
            </w:r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Farooq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Rahim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210F6" w:rsidRP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Bakht Mohammad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Rahim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36" w:type="dxa"/>
            <w:vMerge w:val="restart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Naqsh Jahan</w:t>
            </w:r>
          </w:p>
        </w:tc>
        <w:tc>
          <w:tcPr>
            <w:tcW w:w="1206" w:type="dxa"/>
            <w:vMerge w:val="restart"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Merge w:val="restart"/>
            <w:vAlign w:val="center"/>
          </w:tcPr>
          <w:p w:rsidR="003210F6" w:rsidRP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Said Mohammad Reza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Said Mosa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Said Mohammad Anwar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Said Mohammad Reza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36" w:type="dxa"/>
            <w:vMerge w:val="restart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Nazir Mayar</w:t>
            </w:r>
          </w:p>
        </w:tc>
        <w:tc>
          <w:tcPr>
            <w:tcW w:w="1206" w:type="dxa"/>
            <w:vMerge w:val="restart"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Merge w:val="restart"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 w:rsidRPr="003210F6">
              <w:rPr>
                <w:rFonts w:ascii="Times New Roman" w:hAnsi="Times New Roman" w:cs="Times New Roman"/>
                <w:lang w:bidi="ps-AF"/>
              </w:rPr>
              <w:t>Gypsum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Nazir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Sada Gul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210F6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3210F6" w:rsidRPr="00493D61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210F6" w:rsidRP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Naiem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Sada Gul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210F6" w:rsidRPr="006E05BA" w:rsidRDefault="003210F6" w:rsidP="003210F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Pr="006E05BA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0F6" w:rsidRDefault="003210F6" w:rsidP="003210F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271" w:rsidRPr="00F849D7" w:rsidTr="00FB42BD">
        <w:trPr>
          <w:trHeight w:val="791"/>
        </w:trPr>
        <w:tc>
          <w:tcPr>
            <w:tcW w:w="547" w:type="dxa"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36" w:type="dxa"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Rahmat Fazel</w:t>
            </w:r>
          </w:p>
        </w:tc>
        <w:tc>
          <w:tcPr>
            <w:tcW w:w="1206" w:type="dxa"/>
            <w:vAlign w:val="center"/>
          </w:tcPr>
          <w:p w:rsidR="00965271" w:rsidRPr="00493D6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Align w:val="center"/>
          </w:tcPr>
          <w:p w:rsidR="00965271" w:rsidRPr="003210F6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Rahmatullah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Rahim Dad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65271" w:rsidRPr="006E05BA" w:rsidRDefault="00965271" w:rsidP="0096527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Pr="006E05BA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271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36" w:type="dxa"/>
            <w:vMerge w:val="restart"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Safi Garan</w:t>
            </w:r>
          </w:p>
        </w:tc>
        <w:tc>
          <w:tcPr>
            <w:tcW w:w="1206" w:type="dxa"/>
            <w:vMerge w:val="restart"/>
            <w:vAlign w:val="center"/>
          </w:tcPr>
          <w:p w:rsidR="00965271" w:rsidRPr="00493D6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Maidan Wardak</w:t>
            </w:r>
          </w:p>
        </w:tc>
        <w:tc>
          <w:tcPr>
            <w:tcW w:w="1375" w:type="dxa"/>
            <w:vMerge w:val="restart"/>
            <w:vAlign w:val="center"/>
          </w:tcPr>
          <w:p w:rsidR="00965271" w:rsidRPr="003210F6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Rohullah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Hayatullah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65271" w:rsidRPr="006E05BA" w:rsidRDefault="00965271" w:rsidP="0096527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Pr="006E05BA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27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965271" w:rsidRPr="00493D6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Abdul Bary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Abdul Hadi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65271" w:rsidRPr="006E05BA" w:rsidRDefault="00965271" w:rsidP="0096527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Pr="006E05BA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27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965271" w:rsidRPr="00493D6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Yosuf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Nawab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65271" w:rsidRPr="006E05BA" w:rsidRDefault="00965271" w:rsidP="0096527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Pr="006E05BA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527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965271" w:rsidRPr="00493D6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Ahmad Khalid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Noor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65271" w:rsidRPr="006E05BA" w:rsidRDefault="00965271" w:rsidP="0096527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Pr="006E05BA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65271" w:rsidRDefault="00965271" w:rsidP="009652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FD4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536" w:type="dxa"/>
            <w:vMerge w:val="restart"/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Bela</w:t>
            </w:r>
            <w:r w:rsidR="00095926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 xml:space="preserve"> Mosazai</w:t>
            </w:r>
          </w:p>
        </w:tc>
        <w:tc>
          <w:tcPr>
            <w:tcW w:w="1206" w:type="dxa"/>
            <w:vMerge w:val="restart"/>
            <w:vAlign w:val="center"/>
          </w:tcPr>
          <w:p w:rsidR="004B5FD4" w:rsidRPr="00493D61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4B5FD4" w:rsidRDefault="00201D9D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  <w:r w:rsidR="004B5FD4">
              <w:rPr>
                <w:rFonts w:ascii="Times New Roman" w:hAnsi="Times New Roman" w:cs="Times New Roman"/>
              </w:rPr>
              <w:t xml:space="preserve"> (Achin)</w:t>
            </w:r>
          </w:p>
        </w:tc>
        <w:tc>
          <w:tcPr>
            <w:tcW w:w="1375" w:type="dxa"/>
            <w:vMerge w:val="restart"/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Belal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Omar Khel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4B5FD4" w:rsidRPr="006E05BA" w:rsidRDefault="004B5FD4" w:rsidP="004B5FD4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Pr="006E05BA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B5FD4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4B5FD4" w:rsidRPr="00493D61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Hekmatullah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Baryalay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4B5FD4" w:rsidRPr="006E05BA" w:rsidRDefault="004B5FD4" w:rsidP="004B5FD4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Pr="006E05BA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B5FD4" w:rsidRDefault="004B5FD4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  <w:p w:rsidR="00095926" w:rsidRDefault="00095926" w:rsidP="004B5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36" w:type="dxa"/>
            <w:vMerge w:val="restart"/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Belal Mosazai</w:t>
            </w:r>
          </w:p>
        </w:tc>
        <w:tc>
          <w:tcPr>
            <w:tcW w:w="1206" w:type="dxa"/>
            <w:vMerge w:val="restart"/>
            <w:vAlign w:val="center"/>
          </w:tcPr>
          <w:p w:rsidR="00095926" w:rsidRPr="00493D61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095926" w:rsidRDefault="00201D9D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  <w:r w:rsidR="00095926">
              <w:rPr>
                <w:rFonts w:ascii="Times New Roman" w:hAnsi="Times New Roman" w:cs="Times New Roman"/>
              </w:rPr>
              <w:t xml:space="preserve"> (sherzad)</w:t>
            </w:r>
          </w:p>
        </w:tc>
        <w:tc>
          <w:tcPr>
            <w:tcW w:w="1375" w:type="dxa"/>
            <w:vMerge w:val="restart"/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Belal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Omar Khel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095926" w:rsidRPr="006E05BA" w:rsidRDefault="00095926" w:rsidP="004B5FD4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095926" w:rsidRPr="006E05BA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095926" w:rsidRPr="00493D61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Hekmatullah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4B5FD4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Baryalay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4B5FD4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4B5F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36" w:type="dxa"/>
            <w:vMerge w:val="restart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Mohebullah Safi</w:t>
            </w:r>
          </w:p>
        </w:tc>
        <w:tc>
          <w:tcPr>
            <w:tcW w:w="1206" w:type="dxa"/>
            <w:vMerge w:val="restart"/>
            <w:vAlign w:val="center"/>
          </w:tcPr>
          <w:p w:rsidR="00095926" w:rsidRPr="00493D61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095926" w:rsidRDefault="00201D9D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Mohebullah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Adel Shah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09592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095926" w:rsidRPr="00493D61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Naqibullah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Adel Shah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09592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36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Gulab</w:t>
            </w:r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:rsidR="00095926" w:rsidRPr="00493D61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095926" w:rsidRDefault="00201D9D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 w:hint="cs"/>
                <w:rtl/>
                <w:lang w:bidi="prs-AF"/>
              </w:rPr>
              <w:t>جغل دریایی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Gulab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Gulnak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09592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536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Gulab</w:t>
            </w:r>
            <w:r>
              <w:rPr>
                <w:rFonts w:ascii="Times New Roman" w:hAnsi="Times New Roman" w:cs="Times New Roman" w:hint="cs"/>
                <w:rtl/>
              </w:rPr>
              <w:t xml:space="preserve"> </w:t>
            </w:r>
          </w:p>
        </w:tc>
        <w:tc>
          <w:tcPr>
            <w:tcW w:w="1206" w:type="dxa"/>
            <w:vAlign w:val="center"/>
          </w:tcPr>
          <w:p w:rsidR="00095926" w:rsidRPr="00493D61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095926" w:rsidRDefault="00201D9D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 w:hint="cs"/>
                <w:rtl/>
                <w:lang w:bidi="prs-AF"/>
              </w:rPr>
              <w:t>جغل دریایی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Gulab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Gulnak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09592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95926" w:rsidRPr="00F849D7" w:rsidTr="00FB42BD">
        <w:trPr>
          <w:trHeight w:val="530"/>
        </w:trPr>
        <w:tc>
          <w:tcPr>
            <w:tcW w:w="547" w:type="dxa"/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36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Mahmmod Faisal</w:t>
            </w:r>
          </w:p>
        </w:tc>
        <w:tc>
          <w:tcPr>
            <w:tcW w:w="1206" w:type="dxa"/>
            <w:vAlign w:val="center"/>
          </w:tcPr>
          <w:p w:rsidR="00095926" w:rsidRPr="00493D61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095926" w:rsidRDefault="00201D9D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</w:rPr>
              <w:t>Mahmmod Faisal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095926" w:rsidRPr="006E05BA" w:rsidRDefault="00095926" w:rsidP="00095926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Pr="006E05BA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5926" w:rsidRDefault="00095926" w:rsidP="0009592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530"/>
        </w:trPr>
        <w:tc>
          <w:tcPr>
            <w:tcW w:w="547" w:type="dxa"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36" w:type="dxa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Sahel Belal</w:t>
            </w:r>
          </w:p>
        </w:tc>
        <w:tc>
          <w:tcPr>
            <w:tcW w:w="1206" w:type="dxa"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D52F41" w:rsidRDefault="00201D9D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Molajan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Mohammadajan 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881"/>
        </w:trPr>
        <w:tc>
          <w:tcPr>
            <w:tcW w:w="547" w:type="dxa"/>
            <w:vMerge w:val="restart"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36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Shamsher Zamir</w:t>
            </w:r>
          </w:p>
        </w:tc>
        <w:tc>
          <w:tcPr>
            <w:tcW w:w="1206" w:type="dxa"/>
            <w:vMerge w:val="restart"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D52F41" w:rsidRDefault="00201D9D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  <w:r w:rsidR="00D52F41">
              <w:rPr>
                <w:rFonts w:ascii="Times New Roman" w:hAnsi="Times New Roman" w:cs="Times New Roman"/>
              </w:rPr>
              <w:t>(achin)</w:t>
            </w:r>
          </w:p>
        </w:tc>
        <w:tc>
          <w:tcPr>
            <w:tcW w:w="1375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 Mmohammad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Ashraf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Tareq Sherzad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Dost Mohammad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82</w:t>
            </w:r>
          </w:p>
        </w:tc>
        <w:tc>
          <w:tcPr>
            <w:tcW w:w="1536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Shamsher Zamir</w:t>
            </w:r>
          </w:p>
        </w:tc>
        <w:tc>
          <w:tcPr>
            <w:tcW w:w="1206" w:type="dxa"/>
            <w:vMerge w:val="restart"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D52F41" w:rsidRDefault="00201D9D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  <w:r w:rsidR="00D52F41">
              <w:rPr>
                <w:rFonts w:ascii="Times New Roman" w:hAnsi="Times New Roman" w:cs="Times New Roman"/>
              </w:rPr>
              <w:t>(sherzad)</w:t>
            </w:r>
          </w:p>
        </w:tc>
        <w:tc>
          <w:tcPr>
            <w:tcW w:w="1375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Dost Mmohammad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Ashraf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971"/>
        </w:trPr>
        <w:tc>
          <w:tcPr>
            <w:tcW w:w="547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Tareq Sherzad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Dost Mohammad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36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Spinghar Talc</w:t>
            </w:r>
          </w:p>
        </w:tc>
        <w:tc>
          <w:tcPr>
            <w:tcW w:w="1206" w:type="dxa"/>
            <w:vMerge w:val="restart"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D52F41" w:rsidRDefault="00201D9D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rtl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Talc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Mohammad Farooq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Mohammad Sadeq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52F4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D52F41" w:rsidRPr="00493D6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Mohammad Nasim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</w:rPr>
              <w:t>Mohammad Farooq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52F41" w:rsidRPr="006E05BA" w:rsidRDefault="00D52F41" w:rsidP="00D52F4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Pr="006E05BA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52F41" w:rsidRDefault="00D52F41" w:rsidP="00D52F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47D15" w:rsidRPr="00F849D7" w:rsidTr="00FB42BD">
        <w:trPr>
          <w:trHeight w:val="530"/>
        </w:trPr>
        <w:tc>
          <w:tcPr>
            <w:tcW w:w="547" w:type="dxa"/>
            <w:vAlign w:val="center"/>
          </w:tcPr>
          <w:p w:rsidR="00047D15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536" w:type="dxa"/>
            <w:vAlign w:val="center"/>
          </w:tcPr>
          <w:p w:rsidR="00047D15" w:rsidRDefault="00047D15" w:rsidP="00047D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Emda</w:t>
            </w:r>
            <w:r w:rsidR="002C6D64">
              <w:rPr>
                <w:rFonts w:ascii="Times New Roman" w:hAnsi="Times New Roman" w:cs="Times New Roman"/>
              </w:rPr>
              <w:t xml:space="preserve">d </w:t>
            </w:r>
            <w:r>
              <w:rPr>
                <w:rFonts w:ascii="Times New Roman" w:hAnsi="Times New Roman" w:cs="Times New Roman"/>
              </w:rPr>
              <w:t xml:space="preserve">ullah </w:t>
            </w:r>
          </w:p>
        </w:tc>
        <w:tc>
          <w:tcPr>
            <w:tcW w:w="1206" w:type="dxa"/>
            <w:vAlign w:val="center"/>
          </w:tcPr>
          <w:p w:rsidR="00047D15" w:rsidRPr="00493D61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047D15" w:rsidRDefault="00047D15" w:rsidP="002C6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2C6D64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ngarhar</w:t>
            </w:r>
          </w:p>
        </w:tc>
        <w:tc>
          <w:tcPr>
            <w:tcW w:w="1375" w:type="dxa"/>
            <w:vAlign w:val="center"/>
          </w:tcPr>
          <w:p w:rsidR="00047D15" w:rsidRDefault="00047D15" w:rsidP="00047D15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047D15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Emdaullah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047D15" w:rsidRDefault="00047D15" w:rsidP="00047D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</w:t>
            </w: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047D15" w:rsidRPr="006E05BA" w:rsidRDefault="00047D15" w:rsidP="00047D15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047D15" w:rsidRPr="006E05BA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047D15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047D15" w:rsidRDefault="00047D15" w:rsidP="00047D1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C6D64" w:rsidRPr="00F849D7" w:rsidTr="00FB42BD">
        <w:trPr>
          <w:trHeight w:val="530"/>
        </w:trPr>
        <w:tc>
          <w:tcPr>
            <w:tcW w:w="547" w:type="dxa"/>
            <w:vAlign w:val="center"/>
          </w:tcPr>
          <w:p w:rsidR="002C6D64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36" w:type="dxa"/>
            <w:vAlign w:val="center"/>
          </w:tcPr>
          <w:p w:rsidR="002C6D64" w:rsidRDefault="002C6D64" w:rsidP="002C6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Emdad ullah </w:t>
            </w:r>
          </w:p>
        </w:tc>
        <w:tc>
          <w:tcPr>
            <w:tcW w:w="1206" w:type="dxa"/>
            <w:vAlign w:val="center"/>
          </w:tcPr>
          <w:p w:rsidR="002C6D64" w:rsidRPr="00493D61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C6D64" w:rsidRDefault="00201D9D" w:rsidP="002C6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C6D64" w:rsidRDefault="002C6D64" w:rsidP="002C6D64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D64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Emdaullah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D64" w:rsidRDefault="002C6D64" w:rsidP="002C6D6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Shah Wali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C6D64" w:rsidRPr="006E05BA" w:rsidRDefault="002C6D64" w:rsidP="002C6D64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D64" w:rsidRPr="006E05BA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D64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C6D64" w:rsidRDefault="002C6D64" w:rsidP="002C6D6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Khalid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Khalid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abas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36" w:type="dxa"/>
            <w:vMerge w:val="restart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Zabih ullah</w:t>
            </w:r>
          </w:p>
        </w:tc>
        <w:tc>
          <w:tcPr>
            <w:tcW w:w="1206" w:type="dxa"/>
            <w:vMerge w:val="restart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stone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Zabih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Sherin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Naqeeb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Zarghoon Shah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Zarghoon Shah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halim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Zalmi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Zulmi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Hanif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Farmanullah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Construction stne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Farman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Noor Mohmmad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Farmanullah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Farman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Noor Mohmmad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Falak Niaz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Falak Niaz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Musa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Musa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2FC" w:rsidRPr="00F849D7" w:rsidTr="00FB42BD">
        <w:trPr>
          <w:trHeight w:val="530"/>
        </w:trPr>
        <w:tc>
          <w:tcPr>
            <w:tcW w:w="547" w:type="dxa"/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36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206" w:type="dxa"/>
            <w:vAlign w:val="center"/>
          </w:tcPr>
          <w:p w:rsidR="002152FC" w:rsidRPr="00493D61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2152FC" w:rsidRDefault="00201D9D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Wahab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Musa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2152FC" w:rsidRPr="006E05BA" w:rsidRDefault="002152FC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Pr="006E05BA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152FC" w:rsidRDefault="002152FC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114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36" w:type="dxa"/>
            <w:vMerge w:val="restart"/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Raihan younus Ahmadzai</w:t>
            </w:r>
          </w:p>
        </w:tc>
        <w:tc>
          <w:tcPr>
            <w:tcW w:w="1206" w:type="dxa"/>
            <w:vMerge w:val="restart"/>
            <w:vAlign w:val="center"/>
          </w:tcPr>
          <w:p w:rsidR="009E1114" w:rsidRPr="00493D61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9E1114" w:rsidRPr="00493D61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Younus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 Manan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E1114" w:rsidRPr="006E05BA" w:rsidRDefault="009E1114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Pr="006E05BA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E1114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9E1114" w:rsidRPr="00493D61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Kamran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manan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9E1114" w:rsidRPr="006E05BA" w:rsidRDefault="009E1114" w:rsidP="002152FC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Pr="006E05BA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E1114" w:rsidRDefault="009E1114" w:rsidP="002152F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391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97</w:t>
            </w:r>
          </w:p>
        </w:tc>
        <w:tc>
          <w:tcPr>
            <w:tcW w:w="1536" w:type="dxa"/>
            <w:vMerge w:val="restart"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Khwaja akasha</w:t>
            </w:r>
          </w:p>
        </w:tc>
        <w:tc>
          <w:tcPr>
            <w:tcW w:w="1206" w:type="dxa"/>
            <w:vMerge w:val="restart"/>
            <w:vAlign w:val="center"/>
          </w:tcPr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Takhar (lataband)</w:t>
            </w:r>
          </w:p>
        </w:tc>
        <w:tc>
          <w:tcPr>
            <w:tcW w:w="1375" w:type="dxa"/>
            <w:vMerge w:val="restart"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Salt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Mohmmad Sadiq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Mulla baz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30391" w:rsidRPr="006E05BA" w:rsidRDefault="00E30391" w:rsidP="00E3039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Pr="006E05BA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39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Ismail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Mullah baz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30391" w:rsidRPr="006E05BA" w:rsidRDefault="00E30391" w:rsidP="00E3039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Pr="006E05BA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391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36" w:type="dxa"/>
            <w:vMerge w:val="restart"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Khwaja akasha</w:t>
            </w:r>
          </w:p>
        </w:tc>
        <w:tc>
          <w:tcPr>
            <w:tcW w:w="1206" w:type="dxa"/>
            <w:vMerge w:val="restart"/>
            <w:vAlign w:val="center"/>
          </w:tcPr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Takhar (Qoroqsa)</w:t>
            </w:r>
          </w:p>
        </w:tc>
        <w:tc>
          <w:tcPr>
            <w:tcW w:w="1375" w:type="dxa"/>
            <w:vMerge w:val="restart"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Salt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Mohmmad Sadiq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Mulla baz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30391" w:rsidRPr="006E05BA" w:rsidRDefault="00E30391" w:rsidP="00E3039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Pr="006E05BA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30391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E30391" w:rsidRPr="00493D6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Ismail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Mullah baz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E30391" w:rsidRPr="006E05BA" w:rsidRDefault="00E30391" w:rsidP="00E30391">
            <w:pPr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Pr="006E05BA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 w:rsidRPr="006E05BA"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30391" w:rsidRDefault="00E30391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8C7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36" w:type="dxa"/>
            <w:vMerge w:val="restart"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Satarem limited</w:t>
            </w:r>
          </w:p>
        </w:tc>
        <w:tc>
          <w:tcPr>
            <w:tcW w:w="1206" w:type="dxa"/>
            <w:vMerge w:val="restart"/>
            <w:vAlign w:val="center"/>
          </w:tcPr>
          <w:p w:rsidR="00C568C7" w:rsidRPr="00493D61" w:rsidRDefault="00C568C7" w:rsidP="0077736C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C568C7" w:rsidRPr="00493D61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Jerome Friler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568C7" w:rsidRPr="006E05BA" w:rsidRDefault="00C568C7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Frence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Pr="006E05BA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France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8C7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568C7" w:rsidRPr="00493D61" w:rsidRDefault="00C568C7" w:rsidP="007773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Adolf wong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Hong kong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Hong kong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8C7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36" w:type="dxa"/>
            <w:vMerge w:val="restart"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Chongqing sonsheng industrial co.</w:t>
            </w:r>
          </w:p>
        </w:tc>
        <w:tc>
          <w:tcPr>
            <w:tcW w:w="1206" w:type="dxa"/>
            <w:vMerge w:val="restart"/>
            <w:vAlign w:val="center"/>
          </w:tcPr>
          <w:p w:rsidR="00C568C7" w:rsidRPr="00493D61" w:rsidRDefault="00C568C7" w:rsidP="00C568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C568C7" w:rsidRPr="00493D61" w:rsidRDefault="00C568C7" w:rsidP="007773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Pav xianwen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China 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49.33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8C7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C568C7" w:rsidRPr="00493D61" w:rsidRDefault="00C568C7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568C7" w:rsidRDefault="00C568C7" w:rsidP="00E3039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568C7" w:rsidRDefault="00C568C7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Habib Shahab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C568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Nangarhar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E30391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Said Wahab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holder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E303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E3039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E303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Bahadur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Ghazanfar Investment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C568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Ismail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Ibrahim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Yousuf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C568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C568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Shafaf Herat Cement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D278AE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Qasim Nakibi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Zabih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Germany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Hamid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mohmmad Kazim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D278AE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D278AE" w:rsidRPr="00F849D7" w:rsidTr="00FB42BD">
        <w:trPr>
          <w:trHeight w:val="530"/>
        </w:trPr>
        <w:tc>
          <w:tcPr>
            <w:tcW w:w="547" w:type="dxa"/>
            <w:vAlign w:val="center"/>
          </w:tcPr>
          <w:p w:rsidR="00D278AE" w:rsidRDefault="0039145B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536" w:type="dxa"/>
            <w:vAlign w:val="center"/>
          </w:tcPr>
          <w:p w:rsidR="00D278AE" w:rsidRDefault="00D278AE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Orbi International</w:t>
            </w:r>
          </w:p>
        </w:tc>
        <w:tc>
          <w:tcPr>
            <w:tcW w:w="1206" w:type="dxa"/>
            <w:vAlign w:val="center"/>
          </w:tcPr>
          <w:p w:rsidR="00D278AE" w:rsidRPr="00493D61" w:rsidRDefault="005D0498" w:rsidP="00D278AE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D278AE" w:rsidRDefault="00D278AE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Align w:val="center"/>
          </w:tcPr>
          <w:p w:rsidR="00D278AE" w:rsidRDefault="00D278AE" w:rsidP="00D278AE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AE" w:rsidRDefault="00D278AE" w:rsidP="00D278AE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Jamshid Naqshbandi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AE" w:rsidRDefault="00D278AE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Zabardast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D278AE" w:rsidRDefault="00D278AE" w:rsidP="00D278A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AE" w:rsidRDefault="00D278AE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AE" w:rsidRDefault="00D278AE" w:rsidP="00D278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278AE" w:rsidRDefault="00D278AE" w:rsidP="00D278AE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740887" w:rsidRPr="00F849D7" w:rsidTr="00FB42BD">
        <w:trPr>
          <w:trHeight w:val="530"/>
        </w:trPr>
        <w:tc>
          <w:tcPr>
            <w:tcW w:w="547" w:type="dxa"/>
            <w:vAlign w:val="center"/>
          </w:tcPr>
          <w:p w:rsidR="00740887" w:rsidRDefault="0039145B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36" w:type="dxa"/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Kandhar Mahali Transit  and farwarding</w:t>
            </w:r>
          </w:p>
        </w:tc>
        <w:tc>
          <w:tcPr>
            <w:tcW w:w="1206" w:type="dxa"/>
            <w:vAlign w:val="center"/>
          </w:tcPr>
          <w:p w:rsidR="00740887" w:rsidRPr="00493D61" w:rsidRDefault="005D0498" w:rsidP="0074088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Noor Mohmmad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Muzafaruddin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740887" w:rsidRPr="00F849D7" w:rsidTr="00FB42BD">
        <w:trPr>
          <w:trHeight w:val="530"/>
        </w:trPr>
        <w:tc>
          <w:tcPr>
            <w:tcW w:w="547" w:type="dxa"/>
            <w:vAlign w:val="center"/>
          </w:tcPr>
          <w:p w:rsidR="00740887" w:rsidRDefault="0039145B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36" w:type="dxa"/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Fidelis Logistac and Supply Servece</w:t>
            </w:r>
          </w:p>
        </w:tc>
        <w:tc>
          <w:tcPr>
            <w:tcW w:w="1206" w:type="dxa"/>
            <w:vAlign w:val="center"/>
          </w:tcPr>
          <w:p w:rsidR="00740887" w:rsidRPr="00493D61" w:rsidRDefault="005D0498" w:rsidP="0074088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Parwan</w:t>
            </w:r>
          </w:p>
        </w:tc>
        <w:tc>
          <w:tcPr>
            <w:tcW w:w="1375" w:type="dxa"/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Fazal Haq Fazli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Haq dad 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40887" w:rsidRDefault="00740887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40887" w:rsidRDefault="00740887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CoreDrillers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74088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Samangan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Cement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Abdul Majeed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Nabi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Gul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Janat Gul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CoreDrillers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74088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Nangarhar 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Talc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Abdul Majeed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Nabi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Gul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Janat Gul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4088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4088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Afghan Qismat Stone cutting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Rasool Mohmmadi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Ismail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Sayed Mohmmadi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Ismail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Afghan Herat Marble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Herat 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Rokai malakzai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Shah Zaman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Afghan Herat Marble 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Rokai malakzai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Mohmmad Rafi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Ahmad Shah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Habib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Azizullah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Bahar Herat Mrble processing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Waheed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Habib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Nesar Ahmad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Haji Mohmmad 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Jamal Asia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Herat 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Ghulam Abas Ahmadi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Salaman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Asad ullah Ahmadi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Enayat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Sarmayagozari madan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FB42BD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Herat 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Zalmai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Zmarai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FB42B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FB42BD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7961C7">
        <w:trPr>
          <w:trHeight w:val="530"/>
        </w:trPr>
        <w:tc>
          <w:tcPr>
            <w:tcW w:w="547" w:type="dxa"/>
            <w:vMerge w:val="restart"/>
            <w:vAlign w:val="center"/>
          </w:tcPr>
          <w:p w:rsidR="001F474F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36" w:type="dxa"/>
            <w:vMerge w:val="restart"/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Chesht Sharif marble</w:t>
            </w:r>
          </w:p>
        </w:tc>
        <w:tc>
          <w:tcPr>
            <w:tcW w:w="1206" w:type="dxa"/>
            <w:vMerge w:val="restart"/>
            <w:vAlign w:val="center"/>
          </w:tcPr>
          <w:p w:rsidR="001F474F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 Travertine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Ysin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Noor Ahmad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1F474F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1F474F" w:rsidRPr="00493D61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Ahmad Sohrab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Mahboob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1F474F" w:rsidRDefault="001F474F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474F" w:rsidRDefault="001F474F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Adil Brothers 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Herat 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Mohmmad Riza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Abdul Raheem 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Ghulam rasool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yaqoob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Shafi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Hedayat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39145B">
        <w:trPr>
          <w:trHeight w:val="658"/>
        </w:trPr>
        <w:tc>
          <w:tcPr>
            <w:tcW w:w="547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Oqab Asia industrial co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Taqi Azimi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Hussain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Hussain Qandari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Marvarid Herat Marble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Sadiq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Farooq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Said Habib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Said Rasool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Mummtaz Kusar Mining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Herat 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Farhad Attaee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razaq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Masoud Tahiri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Naim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7961C7">
        <w:trPr>
          <w:trHeight w:val="530"/>
        </w:trPr>
        <w:tc>
          <w:tcPr>
            <w:tcW w:w="547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Aryana Stone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7961C7">
            <w:pPr>
              <w:jc w:val="center"/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Marble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Elham 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Hassan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China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Russia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9F3CCF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Rustam Ali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Eshaq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9F3CCF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Abdul rasool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Russia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Russia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9F3CCF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Naorooz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7961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Iran 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7961C7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9F3CCF">
        <w:trPr>
          <w:trHeight w:val="530"/>
        </w:trPr>
        <w:tc>
          <w:tcPr>
            <w:tcW w:w="547" w:type="dxa"/>
            <w:vMerge w:val="restart"/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36" w:type="dxa"/>
            <w:vMerge w:val="restart"/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Herat Madan</w:t>
            </w:r>
          </w:p>
        </w:tc>
        <w:tc>
          <w:tcPr>
            <w:tcW w:w="1206" w:type="dxa"/>
            <w:vMerge w:val="restart"/>
            <w:vAlign w:val="center"/>
          </w:tcPr>
          <w:p w:rsidR="0039145B" w:rsidRPr="00493D61" w:rsidRDefault="005D0498" w:rsidP="009F3CCF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Herat</w:t>
            </w:r>
          </w:p>
        </w:tc>
        <w:tc>
          <w:tcPr>
            <w:tcW w:w="1375" w:type="dxa"/>
            <w:vMerge w:val="restart"/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Fahim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Mohmmad Ewaz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9F3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39145B" w:rsidRPr="00F849D7" w:rsidTr="00661EC4">
        <w:trPr>
          <w:trHeight w:val="530"/>
        </w:trPr>
        <w:tc>
          <w:tcPr>
            <w:tcW w:w="547" w:type="dxa"/>
            <w:vMerge/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39145B" w:rsidRPr="00493D61" w:rsidRDefault="0039145B" w:rsidP="009F3C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Khalil Ahmad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Ali mohmmad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39145B" w:rsidRDefault="0039145B" w:rsidP="009F3C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9145B" w:rsidRDefault="0039145B" w:rsidP="009F3CCF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754B29" w:rsidRPr="00F849D7" w:rsidTr="00754B29">
        <w:trPr>
          <w:trHeight w:val="530"/>
        </w:trPr>
        <w:tc>
          <w:tcPr>
            <w:tcW w:w="547" w:type="dxa"/>
            <w:vAlign w:val="center"/>
          </w:tcPr>
          <w:p w:rsidR="00754B29" w:rsidRDefault="00754B29" w:rsidP="00754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536" w:type="dxa"/>
            <w:vAlign w:val="center"/>
          </w:tcPr>
          <w:p w:rsidR="00754B29" w:rsidRDefault="00754B29" w:rsidP="00754B29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Abdul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bari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sabirmall</w:t>
            </w:r>
            <w:proofErr w:type="spellEnd"/>
          </w:p>
        </w:tc>
        <w:tc>
          <w:tcPr>
            <w:tcW w:w="1206" w:type="dxa"/>
            <w:vAlign w:val="center"/>
          </w:tcPr>
          <w:p w:rsidR="00754B29" w:rsidRPr="00493D61" w:rsidRDefault="005D0498" w:rsidP="00754B29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754B29" w:rsidRDefault="00754B29" w:rsidP="00754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</w:t>
            </w:r>
          </w:p>
        </w:tc>
        <w:tc>
          <w:tcPr>
            <w:tcW w:w="1375" w:type="dxa"/>
            <w:vAlign w:val="center"/>
          </w:tcPr>
          <w:p w:rsidR="00754B29" w:rsidRDefault="00754B29" w:rsidP="00754B29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29" w:rsidRDefault="00754B29" w:rsidP="00754B29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Rahmatullah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29" w:rsidRDefault="00754B29" w:rsidP="00754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754B29" w:rsidRDefault="00754B29" w:rsidP="00754B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29" w:rsidRDefault="00754B29" w:rsidP="00754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29" w:rsidRDefault="00754B29" w:rsidP="00754B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54B29" w:rsidRDefault="00754B29" w:rsidP="00754B29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C05732" w:rsidRPr="00F849D7" w:rsidTr="00C05732">
        <w:trPr>
          <w:trHeight w:val="530"/>
        </w:trPr>
        <w:tc>
          <w:tcPr>
            <w:tcW w:w="547" w:type="dxa"/>
            <w:vMerge w:val="restart"/>
            <w:vAlign w:val="center"/>
          </w:tcPr>
          <w:p w:rsidR="00C05732" w:rsidRDefault="005D0498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36" w:type="dxa"/>
            <w:vMerge w:val="restart"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Ehsan Aziz</w:t>
            </w:r>
          </w:p>
        </w:tc>
        <w:tc>
          <w:tcPr>
            <w:tcW w:w="1206" w:type="dxa"/>
            <w:vMerge w:val="restart"/>
            <w:vAlign w:val="center"/>
          </w:tcPr>
          <w:p w:rsidR="00C05732" w:rsidRPr="00493D61" w:rsidRDefault="005D0498" w:rsidP="00C05732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 (khanshin)</w:t>
            </w:r>
          </w:p>
        </w:tc>
        <w:tc>
          <w:tcPr>
            <w:tcW w:w="1375" w:type="dxa"/>
            <w:vMerge w:val="restart"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Alabaster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Haji Abdul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Jalail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C05732" w:rsidRPr="00F849D7" w:rsidTr="00C05732">
        <w:trPr>
          <w:trHeight w:val="530"/>
        </w:trPr>
        <w:tc>
          <w:tcPr>
            <w:tcW w:w="547" w:type="dxa"/>
            <w:vMerge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C05732" w:rsidRPr="00493D61" w:rsidRDefault="00C05732" w:rsidP="00C057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Ehsanullah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Abdullah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C05732" w:rsidRPr="00F849D7" w:rsidTr="00C05732">
        <w:trPr>
          <w:trHeight w:val="530"/>
        </w:trPr>
        <w:tc>
          <w:tcPr>
            <w:tcW w:w="547" w:type="dxa"/>
            <w:vMerge w:val="restart"/>
            <w:vAlign w:val="center"/>
          </w:tcPr>
          <w:p w:rsidR="00C05732" w:rsidRDefault="005D0498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36" w:type="dxa"/>
            <w:vMerge w:val="restart"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proofErr w:type="spellStart"/>
            <w:r>
              <w:rPr>
                <w:rFonts w:ascii="Times New Roman" w:hAnsi="Times New Roman" w:cs="Times New Roman"/>
                <w:lang w:bidi="ps-AF"/>
              </w:rPr>
              <w:t>Mohmmad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Arif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Sarwari</w:t>
            </w:r>
            <w:proofErr w:type="spellEnd"/>
          </w:p>
        </w:tc>
        <w:tc>
          <w:tcPr>
            <w:tcW w:w="1206" w:type="dxa"/>
            <w:vMerge w:val="restart"/>
            <w:vAlign w:val="center"/>
          </w:tcPr>
          <w:p w:rsidR="00C05732" w:rsidRPr="00493D61" w:rsidRDefault="005D0498" w:rsidP="00C05732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Helmand</w:t>
            </w:r>
          </w:p>
        </w:tc>
        <w:tc>
          <w:tcPr>
            <w:tcW w:w="1375" w:type="dxa"/>
            <w:vMerge w:val="restart"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Alabaster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Agha Mohmmad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Baz Mohmmad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C05732" w:rsidRPr="00F849D7" w:rsidTr="00C05732">
        <w:trPr>
          <w:trHeight w:val="530"/>
        </w:trPr>
        <w:tc>
          <w:tcPr>
            <w:tcW w:w="547" w:type="dxa"/>
            <w:vMerge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C05732" w:rsidRPr="00493D61" w:rsidRDefault="00C05732" w:rsidP="00C0573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Sarwar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Haji Mohmmad Din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C05732" w:rsidRDefault="00C05732" w:rsidP="00C0573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05732" w:rsidRDefault="00C05732" w:rsidP="00C05732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Align w:val="center"/>
          </w:tcPr>
          <w:p w:rsidR="00F63F15" w:rsidRDefault="005D0498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36" w:type="dxa"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Ford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Bamika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Construction </w:t>
            </w:r>
          </w:p>
        </w:tc>
        <w:tc>
          <w:tcPr>
            <w:tcW w:w="1206" w:type="dxa"/>
            <w:vAlign w:val="center"/>
          </w:tcPr>
          <w:p w:rsidR="00F63F15" w:rsidRPr="00493D61" w:rsidRDefault="005D0498" w:rsidP="00F63F15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Construction materials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Ghulam Sakhi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Zahir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Merge w:val="restart"/>
            <w:vAlign w:val="center"/>
          </w:tcPr>
          <w:p w:rsidR="00F63F15" w:rsidRDefault="005D0498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36" w:type="dxa"/>
            <w:vMerge w:val="restart"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Bakhtar Crystal Construction</w:t>
            </w:r>
          </w:p>
        </w:tc>
        <w:tc>
          <w:tcPr>
            <w:tcW w:w="1206" w:type="dxa"/>
            <w:vMerge w:val="restart"/>
            <w:vAlign w:val="center"/>
          </w:tcPr>
          <w:p w:rsidR="00F63F15" w:rsidRPr="00493D61" w:rsidRDefault="005D0498" w:rsidP="00F63F15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</w:tc>
        <w:tc>
          <w:tcPr>
            <w:tcW w:w="1964" w:type="dxa"/>
            <w:vMerge w:val="restart"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 xml:space="preserve">Construction materials 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Zahir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Habib ullah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F63F15" w:rsidRPr="00493D61" w:rsidRDefault="00F63F15" w:rsidP="00F63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Anwar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ullhaq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Haq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F63F15" w:rsidRPr="00493D61" w:rsidRDefault="00F63F15" w:rsidP="00F63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 xml:space="preserve">Mohmmad Dawood 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Abdul Ghafoor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F63F15" w:rsidRPr="00493D61" w:rsidRDefault="00F63F15" w:rsidP="00F63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proofErr w:type="spellStart"/>
            <w:r>
              <w:rPr>
                <w:rFonts w:ascii="Times New Roman" w:hAnsi="Times New Roman" w:cs="Times New Roman"/>
                <w:lang w:bidi="ps-AF"/>
              </w:rPr>
              <w:t>Mohmmad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Mohsin</w:t>
            </w:r>
            <w:proofErr w:type="spellEnd"/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F63F15" w:rsidRPr="00F849D7" w:rsidTr="00F63F15">
        <w:trPr>
          <w:trHeight w:val="530"/>
        </w:trPr>
        <w:tc>
          <w:tcPr>
            <w:tcW w:w="547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F63F15" w:rsidRPr="00493D61" w:rsidRDefault="00F63F15" w:rsidP="00F63F1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Abdullah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Ali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F63F15" w:rsidRDefault="00F63F15" w:rsidP="00F63F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3F15" w:rsidRDefault="00F63F15" w:rsidP="00F63F15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5D0498" w:rsidRPr="00F849D7" w:rsidTr="005D0498">
        <w:trPr>
          <w:trHeight w:val="530"/>
        </w:trPr>
        <w:tc>
          <w:tcPr>
            <w:tcW w:w="547" w:type="dxa"/>
            <w:vMerge w:val="restart"/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36" w:type="dxa"/>
            <w:vMerge w:val="restart"/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s-AF"/>
              </w:rPr>
            </w:pPr>
            <w:proofErr w:type="spellStart"/>
            <w:r>
              <w:rPr>
                <w:rFonts w:ascii="Times New Roman" w:hAnsi="Times New Roman" w:cs="Times New Roman"/>
                <w:lang w:bidi="ps-AF"/>
              </w:rPr>
              <w:t>Mihan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bidi="ps-AF"/>
              </w:rPr>
              <w:t>Naweed</w:t>
            </w:r>
            <w:proofErr w:type="spellEnd"/>
            <w:r>
              <w:rPr>
                <w:rFonts w:ascii="Times New Roman" w:hAnsi="Times New Roman" w:cs="Times New Roman"/>
                <w:lang w:bidi="ps-AF"/>
              </w:rPr>
              <w:t xml:space="preserve"> Construction </w:t>
            </w:r>
          </w:p>
        </w:tc>
        <w:tc>
          <w:tcPr>
            <w:tcW w:w="1206" w:type="dxa"/>
            <w:vMerge w:val="restart"/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</w:rPr>
            </w:pPr>
            <w:r w:rsidRPr="00493D61">
              <w:rPr>
                <w:rFonts w:ascii="Times New Roman" w:hAnsi="Times New Roman" w:cs="Times New Roman"/>
              </w:rPr>
              <w:t>Private/Ltd</w:t>
            </w:r>
          </w:p>
          <w:p w:rsidR="005D0498" w:rsidRPr="00493D61" w:rsidRDefault="005D0498" w:rsidP="005D0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 w:val="restart"/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Balkh</w:t>
            </w:r>
          </w:p>
        </w:tc>
        <w:tc>
          <w:tcPr>
            <w:tcW w:w="1375" w:type="dxa"/>
            <w:vMerge w:val="restart"/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rs-AF"/>
              </w:rPr>
            </w:pPr>
            <w:r>
              <w:rPr>
                <w:rFonts w:ascii="Times New Roman" w:hAnsi="Times New Roman" w:cs="Times New Roman"/>
                <w:lang w:bidi="prs-AF"/>
              </w:rPr>
              <w:t>Gravel</w:t>
            </w:r>
          </w:p>
        </w:tc>
        <w:tc>
          <w:tcPr>
            <w:tcW w:w="15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Mohmmad Yaqoob</w:t>
            </w:r>
          </w:p>
        </w:tc>
        <w:tc>
          <w:tcPr>
            <w:tcW w:w="1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Ghulam Haidar</w:t>
            </w:r>
          </w:p>
        </w:tc>
        <w:tc>
          <w:tcPr>
            <w:tcW w:w="1322" w:type="dxa"/>
            <w:tcBorders>
              <w:top w:val="single" w:sz="4" w:space="0" w:color="auto"/>
              <w:bottom w:val="single" w:sz="4" w:space="0" w:color="auto"/>
            </w:tcBorders>
          </w:tcPr>
          <w:p w:rsidR="005D0498" w:rsidRDefault="005D0498" w:rsidP="005D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  <w:tr w:rsidR="005D0498" w:rsidRPr="00F849D7" w:rsidTr="00FB42BD">
        <w:trPr>
          <w:trHeight w:val="530"/>
        </w:trPr>
        <w:tc>
          <w:tcPr>
            <w:tcW w:w="547" w:type="dxa"/>
            <w:vMerge/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6" w:type="dxa"/>
            <w:vMerge/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s-AF"/>
              </w:rPr>
            </w:pPr>
          </w:p>
        </w:tc>
        <w:tc>
          <w:tcPr>
            <w:tcW w:w="1206" w:type="dxa"/>
            <w:vMerge/>
            <w:vAlign w:val="center"/>
          </w:tcPr>
          <w:p w:rsidR="005D0498" w:rsidRPr="00493D61" w:rsidRDefault="005D0498" w:rsidP="005D0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64" w:type="dxa"/>
            <w:vMerge/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5" w:type="dxa"/>
            <w:vMerge/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rs-AF"/>
              </w:rPr>
            </w:pPr>
          </w:p>
        </w:tc>
        <w:tc>
          <w:tcPr>
            <w:tcW w:w="1546" w:type="dxa"/>
            <w:tcBorders>
              <w:top w:val="single" w:sz="4" w:space="0" w:color="auto"/>
            </w:tcBorders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  <w:lang w:bidi="ps-AF"/>
              </w:rPr>
            </w:pPr>
            <w:r>
              <w:rPr>
                <w:rFonts w:ascii="Times New Roman" w:hAnsi="Times New Roman" w:cs="Times New Roman"/>
                <w:lang w:bidi="ps-AF"/>
              </w:rPr>
              <w:t>Haji Mohmmad Riza</w:t>
            </w:r>
          </w:p>
        </w:tc>
        <w:tc>
          <w:tcPr>
            <w:tcW w:w="1665" w:type="dxa"/>
            <w:tcBorders>
              <w:top w:val="single" w:sz="4" w:space="0" w:color="auto"/>
            </w:tcBorders>
            <w:vAlign w:val="center"/>
          </w:tcPr>
          <w:p w:rsidR="005D0498" w:rsidRDefault="005D0498" w:rsidP="005D04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22" w:type="dxa"/>
            <w:tcBorders>
              <w:top w:val="single" w:sz="4" w:space="0" w:color="auto"/>
            </w:tcBorders>
          </w:tcPr>
          <w:p w:rsidR="005D0498" w:rsidRDefault="005D0498" w:rsidP="005D049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92" w:type="dxa"/>
            <w:tcBorders>
              <w:top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Afghanistan</w:t>
            </w:r>
          </w:p>
        </w:tc>
        <w:tc>
          <w:tcPr>
            <w:tcW w:w="1262" w:type="dxa"/>
            <w:tcBorders>
              <w:top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7" w:type="dxa"/>
            <w:tcBorders>
              <w:top w:val="single" w:sz="4" w:space="0" w:color="auto"/>
            </w:tcBorders>
            <w:vAlign w:val="center"/>
          </w:tcPr>
          <w:p w:rsidR="005D0498" w:rsidRDefault="005D0498" w:rsidP="005D0498">
            <w:pPr>
              <w:jc w:val="center"/>
              <w:rPr>
                <w:rFonts w:ascii="Times New Roman" w:hAnsi="Times New Roman" w:cs="Times New Roman"/>
                <w:rtl/>
                <w:lang w:bidi="prs-AF"/>
              </w:rPr>
            </w:pPr>
          </w:p>
        </w:tc>
      </w:tr>
    </w:tbl>
    <w:p w:rsidR="00CB40A2" w:rsidRPr="00F849D7" w:rsidRDefault="00CB40A2" w:rsidP="00641012">
      <w:pPr>
        <w:rPr>
          <w:rFonts w:ascii="Times New Roman" w:hAnsi="Times New Roman" w:cs="Times New Roman"/>
          <w:rtl/>
        </w:rPr>
      </w:pPr>
    </w:p>
    <w:sectPr w:rsidR="00CB40A2" w:rsidRPr="00F849D7" w:rsidSect="00763ED1">
      <w:pgSz w:w="16834" w:h="11909" w:orient="landscape" w:code="9"/>
      <w:pgMar w:top="630" w:right="576" w:bottom="432" w:left="576" w:header="0" w:footer="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zM1NrcwN7G0NDEwNrBU0lEKTi0uzszPAykwrgUAdzPdbCwAAAA="/>
  </w:docVars>
  <w:rsids>
    <w:rsidRoot w:val="00CB40A2"/>
    <w:rsid w:val="00003B48"/>
    <w:rsid w:val="00044F01"/>
    <w:rsid w:val="00047D15"/>
    <w:rsid w:val="00065A1F"/>
    <w:rsid w:val="00095926"/>
    <w:rsid w:val="000B68A8"/>
    <w:rsid w:val="000C122F"/>
    <w:rsid w:val="000C55CB"/>
    <w:rsid w:val="000F6B88"/>
    <w:rsid w:val="001225B8"/>
    <w:rsid w:val="001307D1"/>
    <w:rsid w:val="00132AE2"/>
    <w:rsid w:val="00164085"/>
    <w:rsid w:val="001A0B15"/>
    <w:rsid w:val="001A245B"/>
    <w:rsid w:val="001B6597"/>
    <w:rsid w:val="001D7C41"/>
    <w:rsid w:val="001E228D"/>
    <w:rsid w:val="001F474F"/>
    <w:rsid w:val="00201D9D"/>
    <w:rsid w:val="002152FC"/>
    <w:rsid w:val="0024100D"/>
    <w:rsid w:val="002535AE"/>
    <w:rsid w:val="00265CD2"/>
    <w:rsid w:val="002774E7"/>
    <w:rsid w:val="002814D4"/>
    <w:rsid w:val="00297C70"/>
    <w:rsid w:val="002B1481"/>
    <w:rsid w:val="002C6D64"/>
    <w:rsid w:val="002E6ED7"/>
    <w:rsid w:val="00303A07"/>
    <w:rsid w:val="003065C3"/>
    <w:rsid w:val="003079D0"/>
    <w:rsid w:val="00317AF0"/>
    <w:rsid w:val="00320526"/>
    <w:rsid w:val="003210F6"/>
    <w:rsid w:val="0039145B"/>
    <w:rsid w:val="00393DCD"/>
    <w:rsid w:val="003A5D6A"/>
    <w:rsid w:val="003E79D4"/>
    <w:rsid w:val="004426CB"/>
    <w:rsid w:val="0046550C"/>
    <w:rsid w:val="00467FBF"/>
    <w:rsid w:val="004957C5"/>
    <w:rsid w:val="004A4360"/>
    <w:rsid w:val="004A79F8"/>
    <w:rsid w:val="004B258E"/>
    <w:rsid w:val="004B5FD4"/>
    <w:rsid w:val="004D299B"/>
    <w:rsid w:val="004F2A7B"/>
    <w:rsid w:val="005354F8"/>
    <w:rsid w:val="005908FB"/>
    <w:rsid w:val="0059147C"/>
    <w:rsid w:val="005D0498"/>
    <w:rsid w:val="00637B52"/>
    <w:rsid w:val="00641012"/>
    <w:rsid w:val="00646457"/>
    <w:rsid w:val="00646939"/>
    <w:rsid w:val="00661EC4"/>
    <w:rsid w:val="00684369"/>
    <w:rsid w:val="006D3029"/>
    <w:rsid w:val="00704644"/>
    <w:rsid w:val="007326B3"/>
    <w:rsid w:val="0073366C"/>
    <w:rsid w:val="00736326"/>
    <w:rsid w:val="00740887"/>
    <w:rsid w:val="00745266"/>
    <w:rsid w:val="00754B29"/>
    <w:rsid w:val="00763ED1"/>
    <w:rsid w:val="0077736C"/>
    <w:rsid w:val="007961C7"/>
    <w:rsid w:val="007C4F5F"/>
    <w:rsid w:val="007E124C"/>
    <w:rsid w:val="008217E3"/>
    <w:rsid w:val="008227F2"/>
    <w:rsid w:val="00836AE2"/>
    <w:rsid w:val="00883D34"/>
    <w:rsid w:val="00885616"/>
    <w:rsid w:val="00893B21"/>
    <w:rsid w:val="008B5221"/>
    <w:rsid w:val="008E1822"/>
    <w:rsid w:val="008F5ABB"/>
    <w:rsid w:val="00907171"/>
    <w:rsid w:val="009508C2"/>
    <w:rsid w:val="00965271"/>
    <w:rsid w:val="009C73CB"/>
    <w:rsid w:val="009C7693"/>
    <w:rsid w:val="009E1114"/>
    <w:rsid w:val="009F3CCF"/>
    <w:rsid w:val="00A00EEC"/>
    <w:rsid w:val="00A15414"/>
    <w:rsid w:val="00A34D8D"/>
    <w:rsid w:val="00A77763"/>
    <w:rsid w:val="00A836E2"/>
    <w:rsid w:val="00AF456A"/>
    <w:rsid w:val="00B25243"/>
    <w:rsid w:val="00C0306A"/>
    <w:rsid w:val="00C05732"/>
    <w:rsid w:val="00C137D1"/>
    <w:rsid w:val="00C31954"/>
    <w:rsid w:val="00C568C7"/>
    <w:rsid w:val="00C95A72"/>
    <w:rsid w:val="00CB40A2"/>
    <w:rsid w:val="00D02967"/>
    <w:rsid w:val="00D278AE"/>
    <w:rsid w:val="00D52F41"/>
    <w:rsid w:val="00D53F9D"/>
    <w:rsid w:val="00D838E4"/>
    <w:rsid w:val="00DB5139"/>
    <w:rsid w:val="00DC4FE5"/>
    <w:rsid w:val="00DD63FD"/>
    <w:rsid w:val="00E03CA9"/>
    <w:rsid w:val="00E30391"/>
    <w:rsid w:val="00E40F40"/>
    <w:rsid w:val="00E4162B"/>
    <w:rsid w:val="00E57F0F"/>
    <w:rsid w:val="00EB46BE"/>
    <w:rsid w:val="00EB7323"/>
    <w:rsid w:val="00F25187"/>
    <w:rsid w:val="00F63F15"/>
    <w:rsid w:val="00F718DB"/>
    <w:rsid w:val="00F8195F"/>
    <w:rsid w:val="00F849D7"/>
    <w:rsid w:val="00FB42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14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50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8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A7B6F14A</Template>
  <TotalTime>0</TotalTime>
  <Pages>14</Pages>
  <Words>3023</Words>
  <Characters>17232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SystematCloud</Company>
  <LinksUpToDate>false</LinksUpToDate>
  <CharactersWithSpaces>20215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Mridul</dc:creator>
  <cp:lastModifiedBy>Ishita PANT EC</cp:lastModifiedBy>
  <cp:revision>2</cp:revision>
  <cp:lastPrinted>2018-12-19T05:14:00Z</cp:lastPrinted>
  <dcterms:created xsi:type="dcterms:W3CDTF">2020-04-16T09:20:00Z</dcterms:created>
  <dcterms:modified xsi:type="dcterms:W3CDTF">2020-04-16T09:20:00Z</dcterms:modified>
</cp:coreProperties>
</file>